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06A34" w14:textId="77777777" w:rsidR="0043128C" w:rsidRPr="00780AFE" w:rsidRDefault="0043128C" w:rsidP="00A35EB9">
      <w:pPr>
        <w:snapToGrid w:val="0"/>
        <w:spacing w:line="280" w:lineRule="exact"/>
        <w:jc w:val="center"/>
        <w:rPr>
          <w:rFonts w:ascii="Noto Serif" w:eastAsia="思源宋体 CN" w:hAnsi="Noto Serif" w:cs="STIX Two Text Medium"/>
          <w:b/>
          <w:bCs/>
          <w:color w:val="FF0000"/>
          <w:sz w:val="24"/>
          <w:lang w:bidi="ar"/>
        </w:rPr>
      </w:pPr>
      <w:r w:rsidRPr="00780AFE">
        <w:rPr>
          <w:rFonts w:ascii="Noto Serif" w:eastAsia="思源宋体 CN" w:hAnsi="Noto Serif" w:cs="STIX Two Text Medium" w:hint="eastAsia"/>
          <w:b/>
          <w:bCs/>
          <w:color w:val="FF0000"/>
          <w:sz w:val="24"/>
          <w:lang w:bidi="ar"/>
        </w:rPr>
        <w:t>全文</w:t>
      </w:r>
      <w:r w:rsidR="00AE7CDB" w:rsidRPr="00780AFE">
        <w:rPr>
          <w:rFonts w:ascii="Noto Serif" w:eastAsia="思源宋体 CN" w:hAnsi="Noto Serif" w:cs="STIX Two Text Medium" w:hint="eastAsia"/>
          <w:b/>
          <w:bCs/>
          <w:color w:val="FF0000"/>
          <w:sz w:val="24"/>
          <w:lang w:bidi="ar"/>
        </w:rPr>
        <w:t>固定</w:t>
      </w:r>
      <w:r w:rsidRPr="00780AFE">
        <w:rPr>
          <w:rFonts w:ascii="Noto Serif" w:eastAsia="思源宋体 CN" w:hAnsi="Noto Serif" w:cs="STIX Two Text Medium" w:hint="eastAsia"/>
          <w:b/>
          <w:bCs/>
          <w:color w:val="FF0000"/>
          <w:sz w:val="24"/>
          <w:lang w:bidi="ar"/>
        </w:rPr>
        <w:t>行距</w:t>
      </w:r>
      <w:r w:rsidR="00AE7CDB" w:rsidRPr="00780AFE">
        <w:rPr>
          <w:rFonts w:ascii="Noto Serif" w:eastAsia="思源宋体 CN" w:hAnsi="Noto Serif" w:cs="STIX Two Text Medium" w:hint="eastAsia"/>
          <w:b/>
          <w:bCs/>
          <w:color w:val="FF0000"/>
          <w:sz w:val="24"/>
          <w:lang w:bidi="ar"/>
        </w:rPr>
        <w:t>，</w:t>
      </w:r>
      <w:r w:rsidR="00A35EB9" w:rsidRPr="00780AFE">
        <w:rPr>
          <w:rFonts w:ascii="Noto Serif" w:eastAsia="思源宋体 CN" w:hAnsi="Noto Serif" w:cs="STIX Two Text Medium" w:hint="eastAsia"/>
          <w:b/>
          <w:bCs/>
          <w:color w:val="FF0000"/>
          <w:sz w:val="24"/>
          <w:lang w:bidi="ar"/>
        </w:rPr>
        <w:t>14</w:t>
      </w:r>
      <w:r w:rsidR="00AE7CDB" w:rsidRPr="00780AFE">
        <w:rPr>
          <w:rFonts w:ascii="Noto Serif" w:eastAsia="思源宋体 CN" w:hAnsi="Noto Serif" w:cs="STIX Two Text Medium" w:hint="eastAsia"/>
          <w:b/>
          <w:bCs/>
          <w:color w:val="FF0000"/>
          <w:sz w:val="24"/>
          <w:lang w:bidi="ar"/>
        </w:rPr>
        <w:t>磅值</w:t>
      </w:r>
    </w:p>
    <w:p w14:paraId="30872130" w14:textId="77777777" w:rsidR="003463DF" w:rsidRPr="00780AFE" w:rsidRDefault="003463DF" w:rsidP="00A35EB9">
      <w:pPr>
        <w:snapToGrid w:val="0"/>
        <w:spacing w:line="280" w:lineRule="exact"/>
        <w:jc w:val="center"/>
        <w:rPr>
          <w:rFonts w:ascii="Noto Serif" w:eastAsia="思源宋体 CN" w:hAnsi="Noto Serif" w:cs="STIX Two Text Medium"/>
          <w:b/>
          <w:bCs/>
          <w:color w:val="FF0000"/>
          <w:sz w:val="24"/>
          <w:lang w:bidi="ar"/>
        </w:rPr>
      </w:pPr>
      <w:r w:rsidRPr="00780AFE">
        <w:rPr>
          <w:rFonts w:ascii="Noto Serif" w:eastAsia="思源宋体 CN" w:hAnsi="Noto Serif" w:cs="STIX Two Text Medium" w:hint="eastAsia"/>
          <w:b/>
          <w:bCs/>
          <w:color w:val="FF0000"/>
          <w:sz w:val="24"/>
          <w:lang w:bidi="ar"/>
        </w:rPr>
        <w:t>页边距：顶</w:t>
      </w:r>
      <w:r w:rsidRPr="00780AFE">
        <w:rPr>
          <w:rFonts w:ascii="Noto Serif" w:eastAsia="思源宋体 CN" w:hAnsi="Noto Serif" w:cs="STIX Two Text Medium" w:hint="eastAsia"/>
          <w:b/>
          <w:bCs/>
          <w:color w:val="FF0000"/>
          <w:sz w:val="24"/>
          <w:lang w:bidi="ar"/>
        </w:rPr>
        <w:t>2.5cm</w:t>
      </w:r>
      <w:r w:rsidRPr="00780AFE">
        <w:rPr>
          <w:rFonts w:ascii="Noto Serif" w:eastAsia="思源宋体 CN" w:hAnsi="Noto Serif" w:cs="STIX Two Text Medium"/>
          <w:b/>
          <w:bCs/>
          <w:color w:val="FF0000"/>
          <w:sz w:val="24"/>
          <w:lang w:bidi="ar"/>
        </w:rPr>
        <w:t xml:space="preserve">; </w:t>
      </w:r>
      <w:r w:rsidRPr="00780AFE">
        <w:rPr>
          <w:rFonts w:ascii="Noto Serif" w:eastAsia="思源宋体 CN" w:hAnsi="Noto Serif" w:cs="STIX Two Text Medium" w:hint="eastAsia"/>
          <w:b/>
          <w:bCs/>
          <w:color w:val="FF0000"/>
          <w:sz w:val="24"/>
          <w:lang w:bidi="ar"/>
        </w:rPr>
        <w:t>底</w:t>
      </w:r>
      <w:r w:rsidRPr="00780AFE">
        <w:rPr>
          <w:rFonts w:ascii="Noto Serif" w:eastAsia="思源宋体 CN" w:hAnsi="Noto Serif" w:cs="STIX Two Text Medium" w:hint="eastAsia"/>
          <w:b/>
          <w:bCs/>
          <w:color w:val="FF0000"/>
          <w:sz w:val="24"/>
          <w:lang w:bidi="ar"/>
        </w:rPr>
        <w:t xml:space="preserve"> 2</w:t>
      </w:r>
      <w:r w:rsidRPr="00780AFE">
        <w:rPr>
          <w:rFonts w:ascii="Noto Serif" w:eastAsia="思源宋体 CN" w:hAnsi="Noto Serif" w:cs="STIX Two Text Medium"/>
          <w:b/>
          <w:bCs/>
          <w:color w:val="FF0000"/>
          <w:sz w:val="24"/>
          <w:lang w:bidi="ar"/>
        </w:rPr>
        <w:t xml:space="preserve">.5cm; </w:t>
      </w:r>
      <w:r w:rsidRPr="00780AFE">
        <w:rPr>
          <w:rFonts w:ascii="Noto Serif" w:eastAsia="思源宋体 CN" w:hAnsi="Noto Serif" w:cs="STIX Two Text Medium" w:hint="eastAsia"/>
          <w:b/>
          <w:bCs/>
          <w:color w:val="FF0000"/>
          <w:sz w:val="24"/>
          <w:lang w:bidi="ar"/>
        </w:rPr>
        <w:t>左</w:t>
      </w:r>
      <w:r w:rsidRPr="00780AFE">
        <w:rPr>
          <w:rFonts w:ascii="Noto Serif" w:eastAsia="思源宋体 CN" w:hAnsi="Noto Serif" w:cs="STIX Two Text Medium" w:hint="eastAsia"/>
          <w:b/>
          <w:bCs/>
          <w:color w:val="FF0000"/>
          <w:sz w:val="24"/>
          <w:lang w:bidi="ar"/>
        </w:rPr>
        <w:t>3cm</w:t>
      </w:r>
      <w:r w:rsidRPr="00780AFE">
        <w:rPr>
          <w:rFonts w:ascii="Noto Serif" w:eastAsia="思源宋体 CN" w:hAnsi="Noto Serif" w:cs="STIX Two Text Medium"/>
          <w:b/>
          <w:bCs/>
          <w:color w:val="FF0000"/>
          <w:sz w:val="24"/>
          <w:lang w:bidi="ar"/>
        </w:rPr>
        <w:t xml:space="preserve">; </w:t>
      </w:r>
      <w:r w:rsidRPr="00780AFE">
        <w:rPr>
          <w:rFonts w:ascii="Noto Serif" w:eastAsia="思源宋体 CN" w:hAnsi="Noto Serif" w:cs="STIX Two Text Medium" w:hint="eastAsia"/>
          <w:b/>
          <w:bCs/>
          <w:color w:val="FF0000"/>
          <w:sz w:val="24"/>
          <w:lang w:bidi="ar"/>
        </w:rPr>
        <w:t>右</w:t>
      </w:r>
      <w:r w:rsidRPr="00780AFE">
        <w:rPr>
          <w:rFonts w:ascii="Noto Serif" w:eastAsia="思源宋体 CN" w:hAnsi="Noto Serif" w:cs="STIX Two Text Medium" w:hint="eastAsia"/>
          <w:b/>
          <w:bCs/>
          <w:color w:val="FF0000"/>
          <w:sz w:val="24"/>
          <w:lang w:bidi="ar"/>
        </w:rPr>
        <w:t>2.5cm</w:t>
      </w:r>
    </w:p>
    <w:p w14:paraId="4B10EF2D" w14:textId="77777777" w:rsidR="0043128C" w:rsidRPr="00780AFE" w:rsidRDefault="0043128C" w:rsidP="00A35EB9">
      <w:pPr>
        <w:pStyle w:val="01"/>
        <w:rPr>
          <w:rFonts w:ascii="Noto Serif" w:hAnsi="Noto Serif"/>
          <w:color w:val="FF0000"/>
        </w:rPr>
      </w:pPr>
      <w:r w:rsidRPr="00780AFE">
        <w:rPr>
          <w:rFonts w:ascii="Noto Serif" w:hAnsi="Noto Serif" w:hint="eastAsia"/>
        </w:rPr>
        <w:t>标题</w:t>
      </w:r>
      <w:r w:rsidRPr="00780AFE">
        <w:rPr>
          <w:rFonts w:ascii="Noto Serif" w:hAnsi="Noto Serif" w:hint="eastAsia"/>
          <w:color w:val="FF0000"/>
        </w:rPr>
        <w:t>(</w:t>
      </w:r>
      <w:r w:rsidRPr="00780AFE">
        <w:rPr>
          <w:rFonts w:ascii="Noto Serif" w:hAnsi="Noto Serif" w:hint="eastAsia"/>
          <w:color w:val="FF0000"/>
        </w:rPr>
        <w:t>二号</w:t>
      </w:r>
      <w:r w:rsidR="00A428A0" w:rsidRPr="00780AFE">
        <w:rPr>
          <w:rFonts w:ascii="Noto Serif" w:hAnsi="Noto Serif" w:hint="eastAsia"/>
          <w:color w:val="FF0000"/>
        </w:rPr>
        <w:t>思源</w:t>
      </w:r>
      <w:r w:rsidRPr="00780AFE">
        <w:rPr>
          <w:rFonts w:ascii="Noto Serif" w:hAnsi="Noto Serif" w:hint="eastAsia"/>
          <w:color w:val="FF0000"/>
        </w:rPr>
        <w:t>宋体，居中，加粗</w:t>
      </w:r>
      <w:r w:rsidR="00AE7CDB" w:rsidRPr="00780AFE">
        <w:rPr>
          <w:rFonts w:ascii="Noto Serif" w:hAnsi="Noto Serif" w:hint="eastAsia"/>
          <w:color w:val="FF0000"/>
        </w:rPr>
        <w:t>，段前</w:t>
      </w:r>
      <w:r w:rsidR="00AE7CDB" w:rsidRPr="00780AFE">
        <w:rPr>
          <w:rFonts w:ascii="Noto Serif" w:hAnsi="Noto Serif" w:hint="eastAsia"/>
          <w:color w:val="FF0000"/>
        </w:rPr>
        <w:t>24</w:t>
      </w:r>
      <w:r w:rsidR="00AE7CDB" w:rsidRPr="00780AFE">
        <w:rPr>
          <w:rFonts w:ascii="Noto Serif" w:hAnsi="Noto Serif" w:hint="eastAsia"/>
          <w:color w:val="FF0000"/>
        </w:rPr>
        <w:t>磅，段后</w:t>
      </w:r>
      <w:r w:rsidR="00AE7CDB" w:rsidRPr="00780AFE">
        <w:rPr>
          <w:rFonts w:ascii="Noto Serif" w:hAnsi="Noto Serif" w:hint="eastAsia"/>
          <w:color w:val="FF0000"/>
        </w:rPr>
        <w:t>18</w:t>
      </w:r>
      <w:r w:rsidR="00AE7CDB" w:rsidRPr="00780AFE">
        <w:rPr>
          <w:rFonts w:ascii="Noto Serif" w:hAnsi="Noto Serif" w:hint="eastAsia"/>
          <w:color w:val="FF0000"/>
        </w:rPr>
        <w:t>磅</w:t>
      </w:r>
      <w:r w:rsidR="00A35EB9" w:rsidRPr="00780AFE">
        <w:rPr>
          <w:rFonts w:ascii="Noto Serif" w:hAnsi="Noto Serif" w:hint="eastAsia"/>
          <w:color w:val="FF0000"/>
        </w:rPr>
        <w:t>，固定值</w:t>
      </w:r>
      <w:r w:rsidR="00A35EB9" w:rsidRPr="00780AFE">
        <w:rPr>
          <w:rFonts w:ascii="Noto Serif" w:hAnsi="Noto Serif" w:hint="eastAsia"/>
          <w:color w:val="FF0000"/>
        </w:rPr>
        <w:t>25</w:t>
      </w:r>
      <w:r w:rsidR="00A35EB9" w:rsidRPr="00780AFE">
        <w:rPr>
          <w:rFonts w:ascii="Noto Serif" w:hAnsi="Noto Serif" w:hint="eastAsia"/>
          <w:color w:val="FF0000"/>
        </w:rPr>
        <w:t>磅</w:t>
      </w:r>
      <w:r w:rsidRPr="00780AFE">
        <w:rPr>
          <w:rFonts w:ascii="Noto Serif" w:hAnsi="Noto Serif" w:hint="eastAsia"/>
          <w:color w:val="FF0000"/>
        </w:rPr>
        <w:t>)</w:t>
      </w:r>
    </w:p>
    <w:p w14:paraId="529A405F" w14:textId="77777777" w:rsidR="002A03DC" w:rsidRDefault="002A03DC" w:rsidP="00A35EB9">
      <w:pPr>
        <w:pStyle w:val="04a"/>
        <w:rPr>
          <w:rFonts w:ascii="Noto Serif" w:eastAsia="Source Han Sans CN VF Normal" w:hAnsi="Noto Serif"/>
          <w:b/>
          <w:bCs/>
        </w:rPr>
      </w:pPr>
    </w:p>
    <w:p w14:paraId="71A1E90F" w14:textId="076BEE1B" w:rsidR="0080142A" w:rsidRPr="00780AFE" w:rsidRDefault="0043128C" w:rsidP="00A35EB9">
      <w:pPr>
        <w:pStyle w:val="04a"/>
        <w:rPr>
          <w:rFonts w:ascii="Noto Serif" w:hAnsi="Noto Serif"/>
          <w:color w:val="FF0000"/>
        </w:rPr>
      </w:pPr>
      <w:r w:rsidRPr="00780AFE">
        <w:rPr>
          <w:rFonts w:ascii="Noto Serif" w:eastAsia="Source Han Sans CN VF Normal" w:hAnsi="Noto Serif" w:hint="eastAsia"/>
          <w:b/>
          <w:bCs/>
        </w:rPr>
        <w:t>摘要：</w:t>
      </w:r>
      <w:r w:rsidRPr="00780AFE">
        <w:rPr>
          <w:rFonts w:ascii="Noto Serif" w:eastAsia="Source Han Sans CN VF Normal" w:hAnsi="Noto Serif" w:hint="eastAsia"/>
          <w:b/>
          <w:bCs/>
          <w:color w:val="FF0000"/>
        </w:rPr>
        <w:t>(</w:t>
      </w:r>
      <w:r w:rsidRPr="00780AFE">
        <w:rPr>
          <w:rFonts w:ascii="Noto Serif" w:eastAsia="Source Han Sans CN VF Normal" w:hAnsi="Noto Serif" w:hint="eastAsia"/>
          <w:b/>
          <w:bCs/>
          <w:color w:val="FF0000"/>
        </w:rPr>
        <w:t>小五号思源黑体，</w:t>
      </w:r>
      <w:r w:rsidR="0062689B" w:rsidRPr="00780AFE">
        <w:rPr>
          <w:rFonts w:ascii="Noto Serif" w:eastAsia="Source Han Sans CN VF Normal" w:hAnsi="Noto Serif" w:hint="eastAsia"/>
          <w:b/>
          <w:bCs/>
          <w:color w:val="FF0000"/>
        </w:rPr>
        <w:t>加粗，</w:t>
      </w:r>
      <w:r w:rsidR="006F5921" w:rsidRPr="00780AFE">
        <w:rPr>
          <w:rFonts w:ascii="Noto Serif" w:eastAsia="Source Han Sans CN VF Normal" w:hAnsi="Noto Serif" w:hint="eastAsia"/>
          <w:b/>
          <w:bCs/>
          <w:color w:val="FF0000"/>
        </w:rPr>
        <w:t>顶格</w:t>
      </w:r>
      <w:r w:rsidRPr="00780AFE">
        <w:rPr>
          <w:rFonts w:ascii="Noto Serif" w:eastAsia="Source Han Sans CN VF Normal" w:hAnsi="Noto Serif" w:hint="eastAsia"/>
          <w:b/>
          <w:bCs/>
          <w:color w:val="FF0000"/>
        </w:rPr>
        <w:t>)</w:t>
      </w:r>
      <w:r w:rsidRPr="00780AFE">
        <w:rPr>
          <w:rFonts w:ascii="Noto Serif" w:hAnsi="Noto Serif" w:hint="eastAsia"/>
        </w:rPr>
        <w:t>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摘要内容……</w:t>
      </w:r>
      <w:r w:rsidRPr="00780AFE">
        <w:rPr>
          <w:rFonts w:ascii="Noto Serif" w:hAnsi="Noto Serif" w:hint="eastAsia"/>
          <w:color w:val="FF0000"/>
        </w:rPr>
        <w:t>(</w:t>
      </w:r>
      <w:r w:rsidRPr="00780AFE">
        <w:rPr>
          <w:rFonts w:ascii="Noto Serif" w:hAnsi="Noto Serif" w:hint="eastAsia"/>
          <w:color w:val="FF0000"/>
        </w:rPr>
        <w:t>小五号思源宋体</w:t>
      </w:r>
      <w:r w:rsidRPr="00780AFE">
        <w:rPr>
          <w:rFonts w:ascii="Noto Serif" w:hAnsi="Noto Serif" w:hint="eastAsia"/>
          <w:color w:val="FF0000"/>
        </w:rPr>
        <w:t>)</w:t>
      </w:r>
    </w:p>
    <w:p w14:paraId="6B76CD0C" w14:textId="77777777" w:rsidR="00411F83" w:rsidRPr="00780AFE" w:rsidRDefault="0043128C" w:rsidP="00A35EB9">
      <w:pPr>
        <w:pStyle w:val="05b"/>
        <w:rPr>
          <w:rFonts w:ascii="Noto Serif" w:hAnsi="Noto Serif"/>
        </w:rPr>
      </w:pPr>
      <w:r w:rsidRPr="00780AFE">
        <w:rPr>
          <w:rFonts w:ascii="Noto Serif" w:eastAsia="Source Han Sans CN VF Normal" w:hAnsi="Noto Serif" w:hint="eastAsia"/>
          <w:b/>
          <w:bCs/>
        </w:rPr>
        <w:t>关键词：</w:t>
      </w:r>
      <w:r w:rsidRPr="00780AFE">
        <w:rPr>
          <w:rFonts w:ascii="Noto Serif" w:eastAsia="Source Han Sans CN VF Normal" w:hAnsi="Noto Serif" w:hint="eastAsia"/>
          <w:b/>
          <w:bCs/>
          <w:color w:val="FF0000"/>
        </w:rPr>
        <w:t>(</w:t>
      </w:r>
      <w:r w:rsidRPr="00780AFE">
        <w:rPr>
          <w:rFonts w:ascii="Noto Serif" w:eastAsia="Source Han Sans CN VF Normal" w:hAnsi="Noto Serif" w:hint="eastAsia"/>
          <w:b/>
          <w:bCs/>
          <w:color w:val="FF0000"/>
        </w:rPr>
        <w:t>小五号思源黑体，</w:t>
      </w:r>
      <w:r w:rsidR="0062689B" w:rsidRPr="00780AFE">
        <w:rPr>
          <w:rFonts w:ascii="Noto Serif" w:eastAsia="Source Han Sans CN VF Normal" w:hAnsi="Noto Serif" w:hint="eastAsia"/>
          <w:b/>
          <w:bCs/>
          <w:color w:val="FF0000"/>
        </w:rPr>
        <w:t>加粗，</w:t>
      </w:r>
      <w:r w:rsidR="006F5921" w:rsidRPr="00780AFE">
        <w:rPr>
          <w:rFonts w:ascii="Noto Serif" w:eastAsia="Source Han Sans CN VF Normal" w:hAnsi="Noto Serif" w:hint="eastAsia"/>
          <w:b/>
          <w:bCs/>
          <w:color w:val="FF0000"/>
        </w:rPr>
        <w:t>顶格</w:t>
      </w:r>
      <w:r w:rsidRPr="00780AFE">
        <w:rPr>
          <w:rFonts w:ascii="Noto Serif" w:eastAsia="Source Han Sans CN VF Normal" w:hAnsi="Noto Serif" w:hint="eastAsia"/>
          <w:b/>
          <w:bCs/>
          <w:color w:val="FF0000"/>
        </w:rPr>
        <w:t>)</w:t>
      </w:r>
      <w:r w:rsidRPr="00780AFE">
        <w:rPr>
          <w:rFonts w:ascii="Noto Serif" w:hAnsi="Noto Serif" w:hint="eastAsia"/>
        </w:rPr>
        <w:t>关键词</w:t>
      </w:r>
      <w:r w:rsidR="00D46D6C" w:rsidRPr="00780AFE">
        <w:rPr>
          <w:rFonts w:ascii="Noto Serif" w:hAnsi="Noto Serif" w:hint="eastAsia"/>
        </w:rPr>
        <w:t>；</w:t>
      </w:r>
      <w:r w:rsidRPr="00780AFE">
        <w:rPr>
          <w:rFonts w:ascii="Noto Serif" w:hAnsi="Noto Serif" w:hint="eastAsia"/>
        </w:rPr>
        <w:t>关键词；关键词；关键词</w:t>
      </w:r>
      <w:r w:rsidRPr="00780AFE">
        <w:rPr>
          <w:rFonts w:ascii="Noto Serif" w:hAnsi="Noto Serif" w:hint="eastAsia"/>
          <w:color w:val="FF0000"/>
        </w:rPr>
        <w:t>(</w:t>
      </w:r>
      <w:r w:rsidRPr="00780AFE">
        <w:rPr>
          <w:rFonts w:ascii="Noto Serif" w:hAnsi="Noto Serif" w:hint="eastAsia"/>
          <w:color w:val="FF0000"/>
        </w:rPr>
        <w:t>小五号思源宋体，全角分号隔开</w:t>
      </w:r>
      <w:r w:rsidRPr="00780AFE">
        <w:rPr>
          <w:rFonts w:ascii="Noto Serif" w:hAnsi="Noto Serif" w:hint="eastAsia"/>
          <w:color w:val="FF0000"/>
        </w:rPr>
        <w:t>)</w:t>
      </w:r>
    </w:p>
    <w:p w14:paraId="47A53514" w14:textId="77777777" w:rsidR="006F5921" w:rsidRPr="00780AFE" w:rsidRDefault="006F5921" w:rsidP="00A35EB9">
      <w:pPr>
        <w:snapToGrid w:val="0"/>
        <w:spacing w:line="280" w:lineRule="exact"/>
        <w:jc w:val="center"/>
        <w:rPr>
          <w:rFonts w:ascii="Noto Serif" w:eastAsia="思源宋体 CN" w:hAnsi="Noto Serif" w:cs="STIX Two Text Medium"/>
          <w:b/>
          <w:bCs/>
          <w:color w:val="FF0000"/>
          <w:sz w:val="24"/>
          <w:lang w:bidi="ar"/>
        </w:rPr>
      </w:pPr>
      <w:r w:rsidRPr="00780AFE">
        <w:rPr>
          <w:rFonts w:ascii="Noto Serif" w:eastAsia="思源宋体 CN" w:hAnsi="Noto Serif" w:cs="STIX Two Text Medium" w:hint="eastAsia"/>
          <w:b/>
          <w:bCs/>
          <w:color w:val="FF0000"/>
          <w:sz w:val="24"/>
          <w:lang w:bidi="ar"/>
        </w:rPr>
        <w:t>全文</w:t>
      </w:r>
      <w:r w:rsidR="0014252A" w:rsidRPr="00780AFE">
        <w:rPr>
          <w:rFonts w:ascii="Noto Serif" w:eastAsia="思源宋体 CN" w:hAnsi="Noto Serif" w:cs="STIX Two Text Medium" w:hint="eastAsia"/>
          <w:b/>
          <w:bCs/>
          <w:color w:val="FF0000"/>
          <w:sz w:val="24"/>
          <w:lang w:bidi="ar"/>
        </w:rPr>
        <w:t>西文字体：</w:t>
      </w:r>
      <w:r w:rsidR="0014252A" w:rsidRPr="00780AFE">
        <w:rPr>
          <w:rFonts w:ascii="Noto Serif" w:eastAsia="思源宋体 CN" w:hAnsi="Noto Serif" w:cs="STIX Two Text Medium" w:hint="eastAsia"/>
          <w:b/>
          <w:bCs/>
          <w:color w:val="FF0000"/>
          <w:sz w:val="24"/>
          <w:lang w:bidi="ar"/>
        </w:rPr>
        <w:t>Noto</w:t>
      </w:r>
      <w:r w:rsidR="0014252A" w:rsidRPr="00780AFE">
        <w:rPr>
          <w:rFonts w:ascii="Noto Serif" w:eastAsia="思源宋体 CN" w:hAnsi="Noto Serif" w:cs="STIX Two Text Medium"/>
          <w:b/>
          <w:bCs/>
          <w:color w:val="FF0000"/>
          <w:sz w:val="24"/>
          <w:lang w:bidi="ar"/>
        </w:rPr>
        <w:t xml:space="preserve"> Serif</w:t>
      </w:r>
    </w:p>
    <w:p w14:paraId="27F21383" w14:textId="77777777" w:rsidR="00AE7CDB" w:rsidRDefault="00AE7CDB" w:rsidP="00A35EB9">
      <w:pPr>
        <w:pStyle w:val="01b"/>
        <w:rPr>
          <w:color w:val="FF0000"/>
        </w:rPr>
      </w:pPr>
      <w:r w:rsidRPr="00780AFE">
        <w:t>Your Paper's Title Starts Here</w:t>
      </w:r>
      <w:r w:rsidR="0062689B" w:rsidRPr="00780AFE">
        <w:rPr>
          <w:rFonts w:hint="eastAsia"/>
          <w:color w:val="FF0000"/>
        </w:rPr>
        <w:t>(</w:t>
      </w:r>
      <w:r w:rsidR="006F5921" w:rsidRPr="00780AFE">
        <w:rPr>
          <w:rFonts w:eastAsia="宋体" w:cs="宋体" w:hint="eastAsia"/>
          <w:color w:val="FF0000"/>
        </w:rPr>
        <w:t>三</w:t>
      </w:r>
      <w:r w:rsidR="0062689B" w:rsidRPr="00780AFE">
        <w:rPr>
          <w:rFonts w:eastAsia="宋体" w:cs="宋体" w:hint="eastAsia"/>
          <w:color w:val="FF0000"/>
        </w:rPr>
        <w:t>号，居中，加粗，段前</w:t>
      </w:r>
      <w:r w:rsidR="0062689B" w:rsidRPr="00780AFE">
        <w:rPr>
          <w:rFonts w:hint="eastAsia"/>
          <w:color w:val="FF0000"/>
        </w:rPr>
        <w:t>24</w:t>
      </w:r>
      <w:r w:rsidR="0062689B" w:rsidRPr="00780AFE">
        <w:rPr>
          <w:rFonts w:eastAsia="宋体" w:cs="宋体" w:hint="eastAsia"/>
          <w:color w:val="FF0000"/>
        </w:rPr>
        <w:t>磅，段后</w:t>
      </w:r>
      <w:r w:rsidR="0062689B" w:rsidRPr="00780AFE">
        <w:rPr>
          <w:rFonts w:hint="eastAsia"/>
          <w:color w:val="FF0000"/>
        </w:rPr>
        <w:t>18</w:t>
      </w:r>
      <w:r w:rsidR="0062689B" w:rsidRPr="00780AFE">
        <w:rPr>
          <w:rFonts w:eastAsia="宋体" w:cs="宋体" w:hint="eastAsia"/>
          <w:color w:val="FF0000"/>
        </w:rPr>
        <w:t>磅</w:t>
      </w:r>
      <w:r w:rsidR="00A35EB9" w:rsidRPr="00780AFE">
        <w:rPr>
          <w:rFonts w:eastAsia="宋体" w:cs="宋体" w:hint="eastAsia"/>
          <w:color w:val="FF0000"/>
        </w:rPr>
        <w:t>，固定值</w:t>
      </w:r>
      <w:r w:rsidR="00A35EB9" w:rsidRPr="00780AFE">
        <w:rPr>
          <w:rFonts w:eastAsia="宋体" w:cs="宋体" w:hint="eastAsia"/>
          <w:color w:val="FF0000"/>
        </w:rPr>
        <w:t>25</w:t>
      </w:r>
      <w:r w:rsidR="00A35EB9" w:rsidRPr="00780AFE">
        <w:rPr>
          <w:rFonts w:eastAsia="宋体" w:cs="宋体" w:hint="eastAsia"/>
          <w:color w:val="FF0000"/>
        </w:rPr>
        <w:t>磅</w:t>
      </w:r>
      <w:r w:rsidR="0062689B" w:rsidRPr="00780AFE">
        <w:rPr>
          <w:rFonts w:hint="eastAsia"/>
          <w:color w:val="FF0000"/>
        </w:rPr>
        <w:t>)</w:t>
      </w:r>
    </w:p>
    <w:p w14:paraId="67983FD5" w14:textId="77777777" w:rsidR="002A03DC" w:rsidRPr="00780AFE" w:rsidRDefault="002A03DC" w:rsidP="00A35EB9">
      <w:pPr>
        <w:pStyle w:val="01b"/>
        <w:rPr>
          <w:rFonts w:hint="eastAsia"/>
        </w:rPr>
      </w:pPr>
    </w:p>
    <w:p w14:paraId="37127345" w14:textId="77777777" w:rsidR="00AE7CDB" w:rsidRPr="00780AFE" w:rsidRDefault="003463DF" w:rsidP="00A35EB9">
      <w:pPr>
        <w:pStyle w:val="05aa"/>
        <w:spacing w:line="280" w:lineRule="exact"/>
        <w:rPr>
          <w:rStyle w:val="fontstyle21"/>
          <w:rFonts w:ascii="Noto Serif" w:eastAsia="思源宋体 CN" w:hAnsi="Noto Serif"/>
          <w:b w:val="0"/>
          <w:color w:val="FF0000"/>
          <w:sz w:val="18"/>
          <w:szCs w:val="18"/>
        </w:rPr>
      </w:pPr>
      <w:r w:rsidRPr="00780AFE">
        <w:rPr>
          <w:rStyle w:val="fontstyle21"/>
          <w:rFonts w:ascii="Noto Serif" w:hAnsi="Noto Serif"/>
          <w:color w:val="auto"/>
          <w:sz w:val="18"/>
          <w:szCs w:val="18"/>
        </w:rPr>
        <w:t>Abstract</w:t>
      </w:r>
      <w:r w:rsidR="00AE7CDB" w:rsidRPr="00780AFE">
        <w:rPr>
          <w:rStyle w:val="fontstyle21"/>
          <w:rFonts w:ascii="Noto Serif" w:hAnsi="Noto Serif"/>
          <w:color w:val="auto"/>
          <w:sz w:val="18"/>
          <w:szCs w:val="18"/>
        </w:rPr>
        <w:t xml:space="preserve">: </w:t>
      </w:r>
      <w:r w:rsidR="0062689B" w:rsidRPr="00780AFE">
        <w:rPr>
          <w:rFonts w:eastAsia="思源宋体 CN" w:hint="eastAsia"/>
          <w:b/>
          <w:bCs/>
          <w:color w:val="FF0000"/>
        </w:rPr>
        <w:t>(</w:t>
      </w:r>
      <w:r w:rsidR="0062689B" w:rsidRPr="00780AFE">
        <w:rPr>
          <w:rFonts w:eastAsia="思源宋体 CN" w:cs="宋体" w:hint="eastAsia"/>
          <w:b/>
          <w:bCs/>
          <w:color w:val="FF0000"/>
        </w:rPr>
        <w:t>小五，加粗，</w:t>
      </w:r>
      <w:r w:rsidR="006F5921" w:rsidRPr="00780AFE">
        <w:rPr>
          <w:rFonts w:eastAsia="思源宋体 CN" w:cs="宋体" w:hint="eastAsia"/>
          <w:b/>
          <w:bCs/>
          <w:color w:val="FF0000"/>
        </w:rPr>
        <w:t>顶格</w:t>
      </w:r>
      <w:r w:rsidR="0062689B" w:rsidRPr="00780AFE">
        <w:rPr>
          <w:rFonts w:eastAsia="思源宋体 CN" w:hint="eastAsia"/>
          <w:b/>
          <w:bCs/>
          <w:color w:val="FF0000"/>
        </w:rPr>
        <w:t>)</w:t>
      </w:r>
      <w:r w:rsidR="0062689B" w:rsidRPr="00780AFE">
        <w:rPr>
          <w:rFonts w:eastAsia="思源宋体 CN"/>
          <w:b/>
          <w:bCs/>
        </w:rPr>
        <w:t xml:space="preserve"> </w:t>
      </w:r>
      <w:r w:rsidR="00AE7CDB" w:rsidRPr="00780AFE">
        <w:rPr>
          <w:rStyle w:val="fontstyle21"/>
          <w:rFonts w:ascii="Noto Serif" w:hAnsi="Noto Serif"/>
          <w:b w:val="0"/>
          <w:sz w:val="18"/>
          <w:szCs w:val="18"/>
        </w:rPr>
        <w:t>Abstract content ...</w:t>
      </w:r>
      <w:r w:rsidR="0062689B" w:rsidRPr="00780AFE">
        <w:rPr>
          <w:rFonts w:eastAsia="思源宋体 CN" w:hint="eastAsia"/>
        </w:rPr>
        <w:t xml:space="preserve"> </w:t>
      </w:r>
      <w:r w:rsidR="0062689B" w:rsidRPr="00780AFE">
        <w:rPr>
          <w:rFonts w:eastAsia="思源宋体 CN" w:hint="eastAsia"/>
          <w:color w:val="FF0000"/>
        </w:rPr>
        <w:t>(</w:t>
      </w:r>
      <w:r w:rsidR="0062689B" w:rsidRPr="00780AFE">
        <w:rPr>
          <w:rFonts w:eastAsia="思源宋体 CN" w:hint="eastAsia"/>
          <w:color w:val="FF0000"/>
        </w:rPr>
        <w:t>小五</w:t>
      </w:r>
      <w:r w:rsidR="0062689B" w:rsidRPr="00780AFE">
        <w:rPr>
          <w:rFonts w:eastAsia="思源宋体 CN" w:hint="eastAsia"/>
          <w:color w:val="FF0000"/>
        </w:rPr>
        <w:t>)</w:t>
      </w:r>
    </w:p>
    <w:p w14:paraId="59DCF43C" w14:textId="77777777" w:rsidR="00AE7CDB" w:rsidRPr="00780AFE" w:rsidRDefault="00AE7CDB" w:rsidP="00A35EB9">
      <w:pPr>
        <w:pStyle w:val="05b"/>
        <w:rPr>
          <w:rFonts w:ascii="Noto Serif" w:eastAsia="思源宋体 CN" w:hAnsi="Noto Serif"/>
          <w:color w:val="FF0000"/>
        </w:rPr>
      </w:pPr>
      <w:r w:rsidRPr="00780AFE">
        <w:rPr>
          <w:rStyle w:val="fontstyle21"/>
          <w:rFonts w:ascii="Noto Serif" w:hAnsi="Noto Serif"/>
          <w:color w:val="auto"/>
          <w:sz w:val="18"/>
          <w:szCs w:val="18"/>
        </w:rPr>
        <w:t xml:space="preserve">Keywords: </w:t>
      </w:r>
      <w:r w:rsidR="0062689B" w:rsidRPr="00780AFE">
        <w:rPr>
          <w:rFonts w:ascii="Noto Serif" w:eastAsia="思源宋体 CN" w:hAnsi="Noto Serif" w:hint="eastAsia"/>
          <w:b/>
          <w:bCs/>
          <w:color w:val="FF0000"/>
        </w:rPr>
        <w:t>(</w:t>
      </w:r>
      <w:r w:rsidR="0062689B" w:rsidRPr="00780AFE">
        <w:rPr>
          <w:rFonts w:ascii="Noto Serif" w:eastAsia="思源宋体 CN" w:hAnsi="Noto Serif" w:hint="eastAsia"/>
          <w:b/>
          <w:bCs/>
          <w:color w:val="FF0000"/>
        </w:rPr>
        <w:t>小五，加粗，</w:t>
      </w:r>
      <w:r w:rsidR="006F5921" w:rsidRPr="00780AFE">
        <w:rPr>
          <w:rFonts w:ascii="Noto Serif" w:eastAsia="思源宋体 CN" w:hAnsi="Noto Serif" w:hint="eastAsia"/>
          <w:b/>
          <w:bCs/>
          <w:color w:val="FF0000"/>
        </w:rPr>
        <w:t>顶格</w:t>
      </w:r>
      <w:r w:rsidR="0062689B" w:rsidRPr="00780AFE">
        <w:rPr>
          <w:rFonts w:ascii="Noto Serif" w:eastAsia="思源宋体 CN" w:hAnsi="Noto Serif" w:hint="eastAsia"/>
          <w:b/>
          <w:bCs/>
          <w:color w:val="FF0000"/>
        </w:rPr>
        <w:t>)</w:t>
      </w:r>
      <w:r w:rsidR="006E6FE8" w:rsidRPr="00780AFE">
        <w:rPr>
          <w:rFonts w:ascii="Noto Serif" w:eastAsia="思源宋体 CN" w:hAnsi="Noto Serif" w:hint="eastAsia"/>
          <w:b/>
          <w:bCs/>
          <w:color w:val="FF0000"/>
        </w:rPr>
        <w:t xml:space="preserve"> </w:t>
      </w:r>
      <w:r w:rsidRPr="00780AFE">
        <w:rPr>
          <w:rFonts w:ascii="Noto Serif" w:hAnsi="Noto Serif"/>
        </w:rPr>
        <w:t>Keywords one; Keywords two; Keywords three; Keywords four; Keywords five</w:t>
      </w:r>
      <w:r w:rsidR="0062689B" w:rsidRPr="00780AFE">
        <w:rPr>
          <w:rFonts w:ascii="Noto Serif" w:eastAsia="思源宋体 CN" w:hAnsi="Noto Serif" w:hint="eastAsia"/>
          <w:color w:val="FF0000"/>
        </w:rPr>
        <w:t xml:space="preserve"> </w:t>
      </w:r>
      <w:r w:rsidR="006F5921" w:rsidRPr="00780AFE">
        <w:rPr>
          <w:rFonts w:ascii="Noto Serif" w:eastAsia="思源宋体 CN" w:hAnsi="Noto Serif" w:hint="eastAsia"/>
          <w:color w:val="FF0000"/>
        </w:rPr>
        <w:t>（</w:t>
      </w:r>
      <w:r w:rsidR="0062689B" w:rsidRPr="00780AFE">
        <w:rPr>
          <w:rFonts w:ascii="Noto Serif" w:eastAsia="思源宋体 CN" w:hAnsi="Noto Serif" w:hint="eastAsia"/>
          <w:color w:val="FF0000"/>
        </w:rPr>
        <w:t>小五</w:t>
      </w:r>
      <w:r w:rsidR="0062689B" w:rsidRPr="00780AFE">
        <w:rPr>
          <w:rFonts w:ascii="Noto Serif" w:eastAsia="思源宋体 CN" w:hAnsi="Noto Serif" w:hint="eastAsia"/>
          <w:color w:val="FF0000"/>
        </w:rPr>
        <w:t>)</w:t>
      </w:r>
    </w:p>
    <w:p w14:paraId="0C92774B" w14:textId="77777777" w:rsidR="006F5921" w:rsidRPr="00780AFE" w:rsidRDefault="006F5921" w:rsidP="00A35EB9">
      <w:pPr>
        <w:pStyle w:val="06a"/>
        <w:spacing w:line="280" w:lineRule="exact"/>
        <w:rPr>
          <w:rFonts w:ascii="Noto Serif" w:hAnsi="Noto Serif"/>
        </w:rPr>
      </w:pPr>
      <w:r w:rsidRPr="00780AFE">
        <w:rPr>
          <w:rFonts w:ascii="Noto Serif" w:hAnsi="Noto Serif" w:hint="eastAsia"/>
        </w:rPr>
        <w:t>引言</w:t>
      </w:r>
      <w:r w:rsidRPr="00780AFE">
        <w:rPr>
          <w:rFonts w:ascii="Noto Serif" w:hAnsi="Noto Serif" w:hint="eastAsia"/>
          <w:color w:val="FF0000"/>
        </w:rPr>
        <w:t>（四号思源宋体，加粗，顶格，段前</w:t>
      </w:r>
      <w:r w:rsidRPr="00780AFE">
        <w:rPr>
          <w:rFonts w:ascii="Noto Serif" w:hAnsi="Noto Serif" w:hint="eastAsia"/>
          <w:color w:val="FF0000"/>
        </w:rPr>
        <w:t>6</w:t>
      </w:r>
      <w:r w:rsidRPr="00780AFE">
        <w:rPr>
          <w:rFonts w:ascii="Noto Serif" w:hAnsi="Noto Serif" w:hint="eastAsia"/>
          <w:color w:val="FF0000"/>
        </w:rPr>
        <w:t>磅，段后</w:t>
      </w:r>
      <w:r w:rsidRPr="00780AFE">
        <w:rPr>
          <w:rFonts w:ascii="Noto Serif" w:hAnsi="Noto Serif" w:hint="eastAsia"/>
          <w:color w:val="FF0000"/>
        </w:rPr>
        <w:t>3</w:t>
      </w:r>
      <w:r w:rsidRPr="00780AFE">
        <w:rPr>
          <w:rFonts w:ascii="Noto Serif" w:hAnsi="Noto Serif" w:hint="eastAsia"/>
          <w:color w:val="FF0000"/>
        </w:rPr>
        <w:t>磅）</w:t>
      </w:r>
    </w:p>
    <w:p w14:paraId="69F73563" w14:textId="77777777" w:rsidR="0043128C" w:rsidRPr="00780AFE" w:rsidRDefault="00411F83" w:rsidP="00315A3C">
      <w:pPr>
        <w:pStyle w:val="06b"/>
        <w:rPr>
          <w:color w:val="FF0000"/>
          <w:szCs w:val="18"/>
        </w:rPr>
      </w:pPr>
      <w:r w:rsidRPr="00780AFE">
        <w:rPr>
          <w:rFonts w:hint="eastAsia"/>
        </w:rPr>
        <w:t>引言引言引言引言引言引言引言引言引言引言引言引言引言引言引言引言引言引言引言引言引言引言引言引言引言引言引言引言引言引言引言引言引言引言引言引言引言引言引言引言引言引言引言引言引言引言引言引言引言引言引言引言……</w:t>
      </w:r>
      <w:r w:rsidRPr="00780AFE">
        <w:rPr>
          <w:rFonts w:hint="eastAsia"/>
          <w:color w:val="FF0000"/>
        </w:rPr>
        <w:t>(</w:t>
      </w:r>
      <w:r w:rsidRPr="00780AFE">
        <w:rPr>
          <w:rFonts w:hint="eastAsia"/>
          <w:color w:val="FF0000"/>
        </w:rPr>
        <w:t>五号思源宋体，段前前缩进两格</w:t>
      </w:r>
      <w:r w:rsidRPr="00780AFE">
        <w:rPr>
          <w:rFonts w:hint="eastAsia"/>
          <w:color w:val="FF0000"/>
        </w:rPr>
        <w:t>)</w:t>
      </w:r>
    </w:p>
    <w:p w14:paraId="4BC7F932" w14:textId="77777777" w:rsidR="00411F83" w:rsidRPr="00780AFE" w:rsidRDefault="00411F83" w:rsidP="00A35EB9">
      <w:pPr>
        <w:pStyle w:val="07a"/>
        <w:spacing w:line="280" w:lineRule="exact"/>
        <w:rPr>
          <w:rFonts w:ascii="Noto Serif" w:hAnsi="Noto Serif"/>
        </w:rPr>
      </w:pPr>
      <w:r w:rsidRPr="00780AFE">
        <w:rPr>
          <w:rFonts w:ascii="Noto Serif" w:hAnsi="Noto Serif" w:hint="eastAsia"/>
        </w:rPr>
        <w:t>一级标题</w:t>
      </w:r>
      <w:r w:rsidRPr="00780AFE">
        <w:rPr>
          <w:rFonts w:ascii="Noto Serif" w:hAnsi="Noto Serif" w:hint="eastAsia"/>
          <w:color w:val="FF0000"/>
        </w:rPr>
        <w:t>(</w:t>
      </w:r>
      <w:r w:rsidRPr="00780AFE">
        <w:rPr>
          <w:rFonts w:ascii="Noto Serif" w:hAnsi="Noto Serif" w:hint="eastAsia"/>
          <w:color w:val="FF0000"/>
        </w:rPr>
        <w:t>四号</w:t>
      </w:r>
      <w:r w:rsidR="00AD7214" w:rsidRPr="00780AFE">
        <w:rPr>
          <w:rFonts w:ascii="Noto Serif" w:hAnsi="Noto Serif" w:hint="eastAsia"/>
          <w:color w:val="FF0000"/>
        </w:rPr>
        <w:t>思源</w:t>
      </w:r>
      <w:r w:rsidRPr="00780AFE">
        <w:rPr>
          <w:rFonts w:ascii="Noto Serif" w:hAnsi="Noto Serif" w:hint="eastAsia"/>
          <w:color w:val="FF0000"/>
        </w:rPr>
        <w:t>宋体，加粗，顶格</w:t>
      </w:r>
      <w:r w:rsidR="00AE7CDB" w:rsidRPr="00780AFE">
        <w:rPr>
          <w:rFonts w:ascii="Noto Serif" w:hAnsi="Noto Serif" w:hint="eastAsia"/>
          <w:color w:val="FF0000"/>
        </w:rPr>
        <w:t>，段前</w:t>
      </w:r>
      <w:r w:rsidR="00AE7CDB" w:rsidRPr="00780AFE">
        <w:rPr>
          <w:rFonts w:ascii="Noto Serif" w:hAnsi="Noto Serif" w:hint="eastAsia"/>
          <w:color w:val="FF0000"/>
        </w:rPr>
        <w:t>12</w:t>
      </w:r>
      <w:r w:rsidR="00AE7CDB" w:rsidRPr="00780AFE">
        <w:rPr>
          <w:rFonts w:ascii="Noto Serif" w:hAnsi="Noto Serif" w:hint="eastAsia"/>
          <w:color w:val="FF0000"/>
        </w:rPr>
        <w:t>磅，段后</w:t>
      </w:r>
      <w:r w:rsidR="00AE7CDB" w:rsidRPr="00780AFE">
        <w:rPr>
          <w:rFonts w:ascii="Noto Serif" w:hAnsi="Noto Serif" w:hint="eastAsia"/>
          <w:color w:val="FF0000"/>
        </w:rPr>
        <w:t>6</w:t>
      </w:r>
      <w:r w:rsidR="00AE7CDB" w:rsidRPr="00780AFE">
        <w:rPr>
          <w:rFonts w:ascii="Noto Serif" w:hAnsi="Noto Serif" w:hint="eastAsia"/>
          <w:color w:val="FF0000"/>
        </w:rPr>
        <w:t>磅</w:t>
      </w:r>
      <w:r w:rsidRPr="00780AFE">
        <w:rPr>
          <w:rFonts w:ascii="Noto Serif" w:hAnsi="Noto Serif" w:hint="eastAsia"/>
          <w:color w:val="FF0000"/>
        </w:rPr>
        <w:t>)</w:t>
      </w:r>
    </w:p>
    <w:p w14:paraId="51AFD206" w14:textId="77777777" w:rsidR="00411F83" w:rsidRPr="00780AFE" w:rsidRDefault="00411F83" w:rsidP="00A35EB9">
      <w:pPr>
        <w:pStyle w:val="07b"/>
        <w:spacing w:line="280" w:lineRule="exact"/>
        <w:ind w:firstLine="420"/>
        <w:rPr>
          <w:rFonts w:ascii="Noto Serif" w:hAnsi="Noto Serif"/>
        </w:rPr>
      </w:pPr>
      <w:r w:rsidRPr="00780AFE">
        <w:rPr>
          <w:rFonts w:ascii="Noto Serif" w:hAnsi="Noto Serif" w:hint="eastAsia"/>
        </w:rPr>
        <w:t>二级标题</w:t>
      </w:r>
      <w:r w:rsidRPr="00780AFE">
        <w:rPr>
          <w:rFonts w:ascii="Noto Serif" w:hAnsi="Noto Serif" w:hint="eastAsia"/>
          <w:color w:val="FF0000"/>
        </w:rPr>
        <w:t>(</w:t>
      </w:r>
      <w:r w:rsidRPr="00780AFE">
        <w:rPr>
          <w:rFonts w:ascii="Noto Serif" w:hAnsi="Noto Serif" w:hint="eastAsia"/>
          <w:color w:val="FF0000"/>
        </w:rPr>
        <w:t>五号</w:t>
      </w:r>
      <w:r w:rsidR="00AD7214" w:rsidRPr="00780AFE">
        <w:rPr>
          <w:rFonts w:ascii="Noto Serif" w:hAnsi="Noto Serif" w:hint="eastAsia"/>
          <w:color w:val="FF0000"/>
        </w:rPr>
        <w:t>思源</w:t>
      </w:r>
      <w:r w:rsidRPr="00780AFE">
        <w:rPr>
          <w:rFonts w:ascii="Noto Serif" w:hAnsi="Noto Serif" w:hint="eastAsia"/>
          <w:color w:val="FF0000"/>
        </w:rPr>
        <w:t>宋体，加粗，</w:t>
      </w:r>
      <w:r w:rsidR="0014252A" w:rsidRPr="00780AFE">
        <w:rPr>
          <w:rFonts w:ascii="Noto Serif" w:hAnsi="Noto Serif" w:hint="eastAsia"/>
          <w:color w:val="FF0000"/>
        </w:rPr>
        <w:t>缩进</w:t>
      </w:r>
      <w:r w:rsidR="0014252A" w:rsidRPr="00780AFE">
        <w:rPr>
          <w:rFonts w:ascii="Noto Serif" w:hAnsi="Noto Serif" w:hint="eastAsia"/>
          <w:color w:val="FF0000"/>
        </w:rPr>
        <w:t>2</w:t>
      </w:r>
      <w:r w:rsidR="0014252A" w:rsidRPr="00780AFE">
        <w:rPr>
          <w:rFonts w:ascii="Noto Serif" w:hAnsi="Noto Serif" w:hint="eastAsia"/>
          <w:color w:val="FF0000"/>
        </w:rPr>
        <w:t>字符</w:t>
      </w:r>
      <w:r w:rsidR="00AE7CDB" w:rsidRPr="00780AFE">
        <w:rPr>
          <w:rFonts w:ascii="Noto Serif" w:hAnsi="Noto Serif" w:hint="eastAsia"/>
          <w:color w:val="FF0000"/>
        </w:rPr>
        <w:t>，段前</w:t>
      </w:r>
      <w:r w:rsidR="00AE7CDB" w:rsidRPr="00780AFE">
        <w:rPr>
          <w:rFonts w:ascii="Noto Serif" w:hAnsi="Noto Serif" w:hint="eastAsia"/>
          <w:color w:val="FF0000"/>
        </w:rPr>
        <w:t>10</w:t>
      </w:r>
      <w:r w:rsidR="00AE7CDB" w:rsidRPr="00780AFE">
        <w:rPr>
          <w:rFonts w:ascii="Noto Serif" w:hAnsi="Noto Serif" w:hint="eastAsia"/>
          <w:color w:val="FF0000"/>
        </w:rPr>
        <w:t>磅，段后</w:t>
      </w:r>
      <w:r w:rsidR="00AE7CDB" w:rsidRPr="00780AFE">
        <w:rPr>
          <w:rFonts w:ascii="Noto Serif" w:hAnsi="Noto Serif" w:hint="eastAsia"/>
          <w:color w:val="FF0000"/>
        </w:rPr>
        <w:t>5</w:t>
      </w:r>
      <w:r w:rsidR="00AE7CDB" w:rsidRPr="00780AFE">
        <w:rPr>
          <w:rFonts w:ascii="Noto Serif" w:hAnsi="Noto Serif" w:hint="eastAsia"/>
          <w:color w:val="FF0000"/>
        </w:rPr>
        <w:t>磅</w:t>
      </w:r>
      <w:r w:rsidRPr="00780AFE">
        <w:rPr>
          <w:rFonts w:ascii="Noto Serif" w:hAnsi="Noto Serif" w:hint="eastAsia"/>
          <w:color w:val="FF0000"/>
        </w:rPr>
        <w:t>)</w:t>
      </w:r>
    </w:p>
    <w:p w14:paraId="6119085E" w14:textId="77777777" w:rsidR="00AB5C70" w:rsidRPr="00780AFE" w:rsidRDefault="002145BD" w:rsidP="00315A3C">
      <w:pPr>
        <w:pStyle w:val="07d"/>
        <w:rPr>
          <w:szCs w:val="18"/>
        </w:rPr>
      </w:pPr>
      <w:r w:rsidRPr="00780AFE">
        <w:rPr>
          <w:rFonts w:hint="eastAsia"/>
        </w:rPr>
        <w:t>正文正文正文正文正文正文正文正文正文正文正文正文正文正文正文正文正文正文正文正文正文正文正文正文正文正文正文正文正文正文正文正文正文正文正文正文正文正文正文正文正文正文正文正文正文正文正文正文正文正文正文正文正……</w:t>
      </w:r>
      <w:r w:rsidRPr="00780AFE">
        <w:rPr>
          <w:rFonts w:hint="eastAsia"/>
          <w:color w:val="FF0000"/>
        </w:rPr>
        <w:t>(</w:t>
      </w:r>
      <w:r w:rsidRPr="00780AFE">
        <w:rPr>
          <w:rFonts w:hint="eastAsia"/>
          <w:color w:val="FF0000"/>
        </w:rPr>
        <w:t>五号思源宋体，段前缩进两格</w:t>
      </w:r>
      <w:r w:rsidRPr="00780AFE">
        <w:rPr>
          <w:rFonts w:hint="eastAsia"/>
          <w:color w:val="FF0000"/>
        </w:rPr>
        <w:t>)</w:t>
      </w:r>
    </w:p>
    <w:p w14:paraId="1862F656" w14:textId="77777777" w:rsidR="00411F83" w:rsidRPr="00780AFE" w:rsidRDefault="00411F83" w:rsidP="00A35EB9">
      <w:pPr>
        <w:pStyle w:val="07c"/>
        <w:spacing w:line="280" w:lineRule="exact"/>
        <w:ind w:firstLine="420"/>
        <w:rPr>
          <w:rFonts w:ascii="Noto Serif" w:hAnsi="Noto Serif"/>
        </w:rPr>
      </w:pPr>
      <w:r w:rsidRPr="00780AFE">
        <w:rPr>
          <w:rFonts w:ascii="Noto Serif" w:hAnsi="Noto Serif" w:hint="eastAsia"/>
        </w:rPr>
        <w:t>三级标题</w:t>
      </w:r>
      <w:r w:rsidRPr="00780AFE">
        <w:rPr>
          <w:rFonts w:ascii="Noto Serif" w:hAnsi="Noto Serif" w:hint="eastAsia"/>
          <w:color w:val="FF0000"/>
        </w:rPr>
        <w:t>(</w:t>
      </w:r>
      <w:r w:rsidRPr="00780AFE">
        <w:rPr>
          <w:rFonts w:ascii="Noto Serif" w:hAnsi="Noto Serif" w:hint="eastAsia"/>
          <w:color w:val="FF0000"/>
        </w:rPr>
        <w:t>五号</w:t>
      </w:r>
      <w:r w:rsidR="00AD7214" w:rsidRPr="00780AFE">
        <w:rPr>
          <w:rFonts w:ascii="Noto Serif" w:hAnsi="Noto Serif" w:hint="eastAsia"/>
          <w:color w:val="FF0000"/>
        </w:rPr>
        <w:t>思源</w:t>
      </w:r>
      <w:r w:rsidRPr="00780AFE">
        <w:rPr>
          <w:rFonts w:ascii="Noto Serif" w:hAnsi="Noto Serif" w:hint="eastAsia"/>
          <w:color w:val="FF0000"/>
        </w:rPr>
        <w:t>宋体，</w:t>
      </w:r>
      <w:r w:rsidR="0014252A" w:rsidRPr="00780AFE">
        <w:rPr>
          <w:rFonts w:ascii="Noto Serif" w:hAnsi="Noto Serif" w:hint="eastAsia"/>
          <w:color w:val="FF0000"/>
        </w:rPr>
        <w:t>缩进</w:t>
      </w:r>
      <w:r w:rsidR="0014252A" w:rsidRPr="00780AFE">
        <w:rPr>
          <w:rFonts w:ascii="Noto Serif" w:hAnsi="Noto Serif" w:hint="eastAsia"/>
          <w:color w:val="FF0000"/>
        </w:rPr>
        <w:t>2</w:t>
      </w:r>
      <w:r w:rsidR="0014252A" w:rsidRPr="00780AFE">
        <w:rPr>
          <w:rFonts w:ascii="Noto Serif" w:hAnsi="Noto Serif" w:hint="eastAsia"/>
          <w:color w:val="FF0000"/>
        </w:rPr>
        <w:t>字符</w:t>
      </w:r>
      <w:r w:rsidR="00AE7CDB" w:rsidRPr="00780AFE">
        <w:rPr>
          <w:rFonts w:ascii="Noto Serif" w:hAnsi="Noto Serif" w:hint="eastAsia"/>
          <w:color w:val="FF0000"/>
        </w:rPr>
        <w:t>，段前</w:t>
      </w:r>
      <w:r w:rsidR="00AE7CDB" w:rsidRPr="00780AFE">
        <w:rPr>
          <w:rFonts w:ascii="Noto Serif" w:hAnsi="Noto Serif" w:hint="eastAsia"/>
          <w:color w:val="FF0000"/>
        </w:rPr>
        <w:t>6</w:t>
      </w:r>
      <w:r w:rsidR="00AE7CDB" w:rsidRPr="00780AFE">
        <w:rPr>
          <w:rFonts w:ascii="Noto Serif" w:hAnsi="Noto Serif" w:hint="eastAsia"/>
          <w:color w:val="FF0000"/>
        </w:rPr>
        <w:t>磅，段后</w:t>
      </w:r>
      <w:r w:rsidR="00AE7CDB" w:rsidRPr="00780AFE">
        <w:rPr>
          <w:rFonts w:ascii="Noto Serif" w:hAnsi="Noto Serif" w:hint="eastAsia"/>
          <w:color w:val="FF0000"/>
        </w:rPr>
        <w:t>3</w:t>
      </w:r>
      <w:r w:rsidR="00AE7CDB" w:rsidRPr="00780AFE">
        <w:rPr>
          <w:rFonts w:ascii="Noto Serif" w:hAnsi="Noto Serif" w:hint="eastAsia"/>
          <w:color w:val="FF0000"/>
        </w:rPr>
        <w:t>磅</w:t>
      </w:r>
      <w:r w:rsidRPr="00780AFE">
        <w:rPr>
          <w:rFonts w:ascii="Noto Serif" w:hAnsi="Noto Serif" w:hint="eastAsia"/>
          <w:color w:val="FF0000"/>
        </w:rPr>
        <w:t>)</w:t>
      </w:r>
    </w:p>
    <w:p w14:paraId="27910235" w14:textId="77777777" w:rsidR="004C6BE0" w:rsidRPr="00780AFE" w:rsidRDefault="00411F83" w:rsidP="00A35EB9">
      <w:pPr>
        <w:pStyle w:val="07a"/>
        <w:spacing w:line="280" w:lineRule="exact"/>
        <w:rPr>
          <w:rFonts w:ascii="Noto Serif" w:hAnsi="Noto Serif"/>
        </w:rPr>
      </w:pPr>
      <w:r w:rsidRPr="00780AFE">
        <w:rPr>
          <w:rFonts w:ascii="Noto Serif" w:hAnsi="Noto Serif" w:hint="eastAsia"/>
        </w:rPr>
        <w:t>插图</w:t>
      </w:r>
      <w:r w:rsidRPr="00780AFE">
        <w:rPr>
          <w:rFonts w:ascii="Noto Serif" w:hAnsi="Noto Serif" w:hint="eastAsia"/>
          <w:color w:val="FF0000"/>
        </w:rPr>
        <w:t>(</w:t>
      </w:r>
      <w:r w:rsidRPr="00780AFE">
        <w:rPr>
          <w:rFonts w:ascii="Noto Serif" w:hAnsi="Noto Serif" w:hint="eastAsia"/>
          <w:color w:val="FF0000"/>
        </w:rPr>
        <w:t>图题使用小五号思源黑体，居中，列于图下</w:t>
      </w:r>
      <w:r w:rsidRPr="00780AFE">
        <w:rPr>
          <w:rFonts w:ascii="Noto Serif" w:hAnsi="Noto Serif" w:hint="eastAsia"/>
          <w:color w:val="FF0000"/>
        </w:rPr>
        <w:t>)</w:t>
      </w:r>
    </w:p>
    <w:p w14:paraId="010E713E" w14:textId="77777777" w:rsidR="004F4194" w:rsidRPr="00780AFE" w:rsidRDefault="004F4194" w:rsidP="00A35EB9">
      <w:pPr>
        <w:pStyle w:val="07a"/>
        <w:numPr>
          <w:ilvl w:val="0"/>
          <w:numId w:val="0"/>
        </w:numPr>
        <w:spacing w:line="280" w:lineRule="exact"/>
        <w:ind w:left="425"/>
        <w:jc w:val="center"/>
        <w:rPr>
          <w:rFonts w:ascii="Noto Serif" w:hAnsi="Noto Serif"/>
        </w:rPr>
      </w:pPr>
      <w:r w:rsidRPr="00780AFE">
        <w:rPr>
          <w:rFonts w:ascii="Noto Serif" w:hAnsi="Noto Serif" w:hint="eastAsia"/>
        </w:rPr>
        <w:t>图片</w:t>
      </w:r>
    </w:p>
    <w:p w14:paraId="221AFDAA" w14:textId="77777777" w:rsidR="004C6BE0" w:rsidRPr="00780AFE" w:rsidRDefault="004C6BE0" w:rsidP="00A35EB9">
      <w:pPr>
        <w:pStyle w:val="08a"/>
        <w:snapToGrid w:val="0"/>
        <w:spacing w:line="280" w:lineRule="exact"/>
        <w:rPr>
          <w:rFonts w:ascii="Noto Serif" w:hAnsi="Noto Serif"/>
        </w:rPr>
      </w:pPr>
      <w:r w:rsidRPr="00780AFE">
        <w:rPr>
          <w:rFonts w:ascii="Noto Serif" w:hAnsi="Noto Serif" w:hint="eastAsia"/>
        </w:rPr>
        <w:t>图</w:t>
      </w:r>
      <w:r w:rsidRPr="00780AFE">
        <w:rPr>
          <w:rFonts w:ascii="Noto Serif" w:hAnsi="Noto Serif" w:hint="eastAsia"/>
        </w:rPr>
        <w:t xml:space="preserve">1 </w:t>
      </w:r>
      <w:r w:rsidRPr="00780AFE">
        <w:rPr>
          <w:rFonts w:ascii="Noto Serif" w:hAnsi="Noto Serif" w:hint="eastAsia"/>
        </w:rPr>
        <w:t>示例</w:t>
      </w:r>
    </w:p>
    <w:p w14:paraId="008227B2" w14:textId="77777777" w:rsidR="00411F83" w:rsidRPr="00780AFE" w:rsidRDefault="00AB5C70" w:rsidP="00A35EB9">
      <w:pPr>
        <w:pStyle w:val="07a"/>
        <w:spacing w:line="280" w:lineRule="exact"/>
        <w:rPr>
          <w:rFonts w:ascii="Noto Serif" w:hAnsi="Noto Serif"/>
        </w:rPr>
      </w:pPr>
      <w:r w:rsidRPr="00780AFE">
        <w:rPr>
          <w:rFonts w:ascii="Noto Serif" w:hAnsi="Noto Serif" w:hint="eastAsia"/>
        </w:rPr>
        <w:t>表格</w:t>
      </w:r>
      <w:r w:rsidR="00411F83" w:rsidRPr="00780AFE">
        <w:rPr>
          <w:rFonts w:ascii="Noto Serif" w:hAnsi="Noto Serif" w:hint="eastAsia"/>
          <w:color w:val="FF0000"/>
        </w:rPr>
        <w:t>(</w:t>
      </w:r>
      <w:r w:rsidR="00411F83" w:rsidRPr="00780AFE">
        <w:rPr>
          <w:rFonts w:ascii="Noto Serif" w:hAnsi="Noto Serif" w:hint="eastAsia"/>
          <w:color w:val="FF0000"/>
        </w:rPr>
        <w:t>表题使用小五号思源黑体，居中，列于表上</w:t>
      </w:r>
      <w:r w:rsidR="00390F1A" w:rsidRPr="00780AFE">
        <w:rPr>
          <w:rFonts w:ascii="Noto Serif" w:hAnsi="Noto Serif" w:hint="eastAsia"/>
          <w:color w:val="FF0000"/>
        </w:rPr>
        <w:t>。表格上下边框为</w:t>
      </w:r>
      <w:r w:rsidR="00390F1A" w:rsidRPr="00780AFE">
        <w:rPr>
          <w:rFonts w:ascii="Noto Serif" w:hAnsi="Noto Serif"/>
          <w:color w:val="FF0000"/>
        </w:rPr>
        <w:t>1.5</w:t>
      </w:r>
      <w:r w:rsidR="00390F1A" w:rsidRPr="00780AFE">
        <w:rPr>
          <w:rFonts w:ascii="Noto Serif" w:hAnsi="Noto Serif" w:hint="eastAsia"/>
          <w:color w:val="FF0000"/>
        </w:rPr>
        <w:t>磅，中间边框为</w:t>
      </w:r>
      <w:r w:rsidR="00390F1A" w:rsidRPr="00780AFE">
        <w:rPr>
          <w:rFonts w:ascii="Noto Serif" w:hAnsi="Noto Serif"/>
          <w:color w:val="FF0000"/>
        </w:rPr>
        <w:t>0.75</w:t>
      </w:r>
      <w:r w:rsidR="00390F1A" w:rsidRPr="00780AFE">
        <w:rPr>
          <w:rFonts w:ascii="Noto Serif" w:hAnsi="Noto Serif" w:hint="eastAsia"/>
          <w:color w:val="FF0000"/>
        </w:rPr>
        <w:t>磅。</w:t>
      </w:r>
      <w:r w:rsidR="0020550F" w:rsidRPr="00780AFE">
        <w:rPr>
          <w:rFonts w:ascii="Noto Serif" w:hAnsi="Noto Serif" w:hint="eastAsia"/>
          <w:color w:val="FF0000"/>
        </w:rPr>
        <w:t>表内容使用小五思源宋体</w:t>
      </w:r>
      <w:r w:rsidR="00411F83" w:rsidRPr="00780AFE">
        <w:rPr>
          <w:rFonts w:ascii="Noto Serif" w:hAnsi="Noto Serif" w:hint="eastAsia"/>
          <w:color w:val="FF0000"/>
        </w:rPr>
        <w:t>)</w:t>
      </w:r>
    </w:p>
    <w:p w14:paraId="1C399AD7" w14:textId="77777777" w:rsidR="00411F83" w:rsidRPr="00780AFE" w:rsidRDefault="00411F83" w:rsidP="00A35EB9">
      <w:pPr>
        <w:pStyle w:val="ae"/>
        <w:snapToGrid w:val="0"/>
        <w:spacing w:line="280" w:lineRule="exact"/>
        <w:ind w:left="0" w:firstLineChars="49" w:firstLine="88"/>
        <w:jc w:val="center"/>
        <w:rPr>
          <w:rFonts w:ascii="Noto Serif" w:eastAsia="Source Han Sans CN VF Normal" w:hAnsi="Noto Serif"/>
          <w:iCs/>
          <w:sz w:val="18"/>
          <w:szCs w:val="18"/>
        </w:rPr>
      </w:pPr>
      <w:r w:rsidRPr="00780AFE">
        <w:rPr>
          <w:rFonts w:ascii="Noto Serif" w:eastAsia="Source Han Sans CN VF Normal" w:hAnsi="Noto Serif" w:hint="eastAsia"/>
          <w:iCs/>
          <w:sz w:val="18"/>
          <w:szCs w:val="18"/>
        </w:rPr>
        <w:lastRenderedPageBreak/>
        <w:t>表</w:t>
      </w:r>
      <w:r w:rsidRPr="00780AFE">
        <w:rPr>
          <w:rFonts w:ascii="Noto Serif" w:eastAsia="Source Han Sans CN VF Normal" w:hAnsi="Noto Serif" w:hint="eastAsia"/>
          <w:iCs/>
          <w:sz w:val="18"/>
          <w:szCs w:val="18"/>
        </w:rPr>
        <w:t xml:space="preserve">1 </w:t>
      </w:r>
      <w:r w:rsidRPr="00780AFE">
        <w:rPr>
          <w:rFonts w:ascii="Noto Serif" w:eastAsia="Source Han Sans CN VF Normal" w:hAnsi="Noto Serif" w:hint="eastAsia"/>
          <w:iCs/>
          <w:sz w:val="18"/>
          <w:szCs w:val="18"/>
        </w:rPr>
        <w:t>三线表示例</w:t>
      </w:r>
    </w:p>
    <w:tbl>
      <w:tblPr>
        <w:tblW w:w="5015" w:type="dxa"/>
        <w:jc w:val="center"/>
        <w:tblBorders>
          <w:top w:val="single" w:sz="12" w:space="0" w:color="008000"/>
          <w:bottom w:val="single" w:sz="12" w:space="0" w:color="008000"/>
        </w:tblBorders>
        <w:tblLayout w:type="fixed"/>
        <w:tblLook w:val="04A0" w:firstRow="1" w:lastRow="0" w:firstColumn="1" w:lastColumn="0" w:noHBand="0" w:noVBand="1"/>
      </w:tblPr>
      <w:tblGrid>
        <w:gridCol w:w="2244"/>
        <w:gridCol w:w="2771"/>
      </w:tblGrid>
      <w:tr w:rsidR="00411F83" w:rsidRPr="00780AFE" w14:paraId="2B59F1EF" w14:textId="77777777" w:rsidTr="00390F1A">
        <w:trPr>
          <w:trHeight w:val="406"/>
          <w:jc w:val="center"/>
        </w:trPr>
        <w:tc>
          <w:tcPr>
            <w:tcW w:w="2244" w:type="dxa"/>
            <w:tcBorders>
              <w:top w:val="single" w:sz="12" w:space="0" w:color="auto"/>
              <w:bottom w:val="single" w:sz="6" w:space="0" w:color="auto"/>
            </w:tcBorders>
          </w:tcPr>
          <w:p w14:paraId="68F5EAA8" w14:textId="77777777" w:rsidR="00411F83" w:rsidRPr="00780AFE" w:rsidRDefault="00411F83" w:rsidP="00A35EB9">
            <w:pPr>
              <w:pStyle w:val="ae"/>
              <w:snapToGrid w:val="0"/>
              <w:ind w:left="0" w:firstLineChars="49" w:firstLine="88"/>
              <w:jc w:val="center"/>
              <w:rPr>
                <w:rFonts w:ascii="Noto Serif" w:eastAsia="宋体" w:hAnsi="Noto Serif" w:cs="Noto Serif"/>
                <w:i/>
                <w:color w:val="000000"/>
                <w:sz w:val="18"/>
                <w:szCs w:val="18"/>
              </w:rPr>
            </w:pPr>
            <w:r w:rsidRPr="00780AFE">
              <w:rPr>
                <w:rFonts w:ascii="Noto Serif" w:eastAsia="宋体" w:hAnsi="Noto Serif" w:cs="Noto Serif"/>
                <w:i/>
                <w:color w:val="000000"/>
                <w:sz w:val="18"/>
                <w:szCs w:val="18"/>
              </w:rPr>
              <w:t>x/cm    I/mA</w:t>
            </w:r>
          </w:p>
        </w:tc>
        <w:tc>
          <w:tcPr>
            <w:tcW w:w="2771" w:type="dxa"/>
            <w:tcBorders>
              <w:top w:val="single" w:sz="12" w:space="0" w:color="auto"/>
              <w:bottom w:val="single" w:sz="6" w:space="0" w:color="auto"/>
            </w:tcBorders>
          </w:tcPr>
          <w:p w14:paraId="3D3813BC" w14:textId="77777777" w:rsidR="00411F83" w:rsidRPr="00780AFE" w:rsidRDefault="00411F83" w:rsidP="00A35EB9">
            <w:pPr>
              <w:pStyle w:val="ae"/>
              <w:snapToGrid w:val="0"/>
              <w:jc w:val="center"/>
              <w:rPr>
                <w:rFonts w:ascii="Noto Serif" w:hAnsi="Noto Serif" w:cs="Noto Serif"/>
                <w:color w:val="000000"/>
                <w:sz w:val="18"/>
                <w:szCs w:val="18"/>
              </w:rPr>
            </w:pPr>
            <w:r w:rsidRPr="00780AFE">
              <w:rPr>
                <w:rFonts w:ascii="Noto Serif" w:hAnsi="Noto Serif" w:cs="Noto Serif"/>
                <w:i/>
                <w:color w:val="000000"/>
                <w:sz w:val="18"/>
                <w:szCs w:val="18"/>
              </w:rPr>
              <w:t>v</w:t>
            </w:r>
            <w:r w:rsidRPr="00780AFE">
              <w:rPr>
                <w:rFonts w:ascii="Noto Serif" w:hAnsi="Noto Serif" w:cs="Noto Serif"/>
                <w:color w:val="000000"/>
                <w:sz w:val="18"/>
                <w:szCs w:val="18"/>
              </w:rPr>
              <w:t>/(m·s</w:t>
            </w:r>
            <w:r w:rsidRPr="00780AFE">
              <w:rPr>
                <w:rFonts w:ascii="Noto Serif" w:hAnsi="Noto Serif" w:cs="Noto Serif"/>
                <w:color w:val="000000"/>
                <w:sz w:val="18"/>
                <w:szCs w:val="18"/>
                <w:vertAlign w:val="superscript"/>
              </w:rPr>
              <w:t>-1</w:t>
            </w:r>
            <w:r w:rsidRPr="00780AFE">
              <w:rPr>
                <w:rFonts w:ascii="Noto Serif" w:hAnsi="Noto Serif" w:cs="Noto Serif"/>
                <w:color w:val="000000"/>
                <w:sz w:val="18"/>
                <w:szCs w:val="18"/>
              </w:rPr>
              <w:t xml:space="preserve">)    </w:t>
            </w:r>
            <w:r w:rsidRPr="00780AFE">
              <w:rPr>
                <w:rFonts w:ascii="Noto Serif" w:hAnsi="Noto Serif" w:cs="Noto Serif"/>
                <w:i/>
                <w:color w:val="000000"/>
                <w:sz w:val="18"/>
                <w:szCs w:val="18"/>
              </w:rPr>
              <w:t>h</w:t>
            </w:r>
            <w:r w:rsidRPr="00780AFE">
              <w:rPr>
                <w:rFonts w:ascii="Noto Serif" w:hAnsi="Noto Serif" w:cs="Noto Serif"/>
                <w:color w:val="000000"/>
                <w:sz w:val="18"/>
                <w:szCs w:val="18"/>
              </w:rPr>
              <w:t>/m</w:t>
            </w:r>
          </w:p>
        </w:tc>
      </w:tr>
      <w:tr w:rsidR="00411F83" w:rsidRPr="00780AFE" w14:paraId="5B1F4242" w14:textId="77777777" w:rsidTr="00390F1A">
        <w:trPr>
          <w:trHeight w:val="401"/>
          <w:jc w:val="center"/>
        </w:trPr>
        <w:tc>
          <w:tcPr>
            <w:tcW w:w="2244" w:type="dxa"/>
            <w:tcBorders>
              <w:top w:val="single" w:sz="6" w:space="0" w:color="auto"/>
            </w:tcBorders>
          </w:tcPr>
          <w:p w14:paraId="34A3211C" w14:textId="77777777" w:rsidR="00411F83" w:rsidRPr="00780AFE" w:rsidRDefault="00411F83" w:rsidP="00A35EB9">
            <w:pPr>
              <w:pStyle w:val="ae"/>
              <w:snapToGrid w:val="0"/>
              <w:ind w:left="0" w:firstLineChars="49" w:firstLine="88"/>
              <w:jc w:val="center"/>
              <w:rPr>
                <w:rFonts w:ascii="Noto Serif" w:eastAsia="宋体" w:hAnsi="Noto Serif" w:cs="Noto Serif"/>
                <w:i/>
                <w:color w:val="000000"/>
                <w:sz w:val="18"/>
                <w:szCs w:val="18"/>
              </w:rPr>
            </w:pPr>
            <w:r w:rsidRPr="00780AFE">
              <w:rPr>
                <w:rFonts w:ascii="Noto Serif" w:eastAsia="宋体" w:hAnsi="Noto Serif" w:cs="Noto Serif"/>
                <w:i/>
                <w:color w:val="000000"/>
                <w:sz w:val="18"/>
                <w:szCs w:val="18"/>
              </w:rPr>
              <w:t>10      30</w:t>
            </w:r>
          </w:p>
        </w:tc>
        <w:tc>
          <w:tcPr>
            <w:tcW w:w="2771" w:type="dxa"/>
            <w:tcBorders>
              <w:top w:val="single" w:sz="6" w:space="0" w:color="auto"/>
            </w:tcBorders>
          </w:tcPr>
          <w:p w14:paraId="713A0D5B" w14:textId="77777777" w:rsidR="00411F83" w:rsidRPr="00780AFE" w:rsidRDefault="00411F83" w:rsidP="00A35EB9">
            <w:pPr>
              <w:pStyle w:val="ae"/>
              <w:snapToGrid w:val="0"/>
              <w:ind w:firstLineChars="147" w:firstLine="265"/>
              <w:jc w:val="center"/>
              <w:rPr>
                <w:rFonts w:ascii="Noto Serif" w:hAnsi="Noto Serif" w:cs="Noto Serif"/>
                <w:color w:val="000000"/>
                <w:sz w:val="18"/>
                <w:szCs w:val="18"/>
              </w:rPr>
            </w:pPr>
            <w:r w:rsidRPr="00780AFE">
              <w:rPr>
                <w:rFonts w:ascii="Noto Serif" w:hAnsi="Noto Serif" w:cs="Noto Serif"/>
                <w:color w:val="000000"/>
                <w:sz w:val="18"/>
                <w:szCs w:val="18"/>
              </w:rPr>
              <w:t>2.5       400</w:t>
            </w:r>
          </w:p>
        </w:tc>
      </w:tr>
      <w:tr w:rsidR="00411F83" w:rsidRPr="00780AFE" w14:paraId="54A6AA8C" w14:textId="77777777" w:rsidTr="00390F1A">
        <w:trPr>
          <w:trHeight w:val="80"/>
          <w:jc w:val="center"/>
        </w:trPr>
        <w:tc>
          <w:tcPr>
            <w:tcW w:w="2244" w:type="dxa"/>
            <w:tcBorders>
              <w:bottom w:val="single" w:sz="12" w:space="0" w:color="auto"/>
            </w:tcBorders>
          </w:tcPr>
          <w:p w14:paraId="593DD4E3" w14:textId="77777777" w:rsidR="00411F83" w:rsidRPr="00780AFE" w:rsidRDefault="00411F83" w:rsidP="00A35EB9">
            <w:pPr>
              <w:pStyle w:val="ae"/>
              <w:snapToGrid w:val="0"/>
              <w:ind w:left="0" w:firstLineChars="49" w:firstLine="88"/>
              <w:jc w:val="center"/>
              <w:rPr>
                <w:rFonts w:ascii="Noto Serif" w:eastAsia="宋体" w:hAnsi="Noto Serif" w:cs="Noto Serif"/>
                <w:i/>
                <w:color w:val="000000"/>
                <w:sz w:val="18"/>
                <w:szCs w:val="18"/>
              </w:rPr>
            </w:pPr>
            <w:r w:rsidRPr="00780AFE">
              <w:rPr>
                <w:rFonts w:ascii="Noto Serif" w:eastAsia="宋体" w:hAnsi="Noto Serif" w:cs="Noto Serif"/>
                <w:i/>
                <w:color w:val="000000"/>
                <w:sz w:val="18"/>
                <w:szCs w:val="18"/>
              </w:rPr>
              <w:t>12      34</w:t>
            </w:r>
          </w:p>
        </w:tc>
        <w:tc>
          <w:tcPr>
            <w:tcW w:w="2771" w:type="dxa"/>
            <w:tcBorders>
              <w:bottom w:val="single" w:sz="12" w:space="0" w:color="auto"/>
            </w:tcBorders>
          </w:tcPr>
          <w:p w14:paraId="341CEC6C" w14:textId="77777777" w:rsidR="00411F83" w:rsidRPr="00780AFE" w:rsidRDefault="00411F83" w:rsidP="00A35EB9">
            <w:pPr>
              <w:pStyle w:val="ae"/>
              <w:snapToGrid w:val="0"/>
              <w:ind w:firstLineChars="147" w:firstLine="265"/>
              <w:jc w:val="center"/>
              <w:rPr>
                <w:rFonts w:ascii="Noto Serif" w:hAnsi="Noto Serif" w:cs="Noto Serif"/>
                <w:color w:val="000000"/>
                <w:sz w:val="18"/>
                <w:szCs w:val="18"/>
              </w:rPr>
            </w:pPr>
            <w:r w:rsidRPr="00780AFE">
              <w:rPr>
                <w:rFonts w:ascii="Noto Serif" w:hAnsi="Noto Serif" w:cs="Noto Serif"/>
                <w:color w:val="000000"/>
                <w:sz w:val="18"/>
                <w:szCs w:val="18"/>
              </w:rPr>
              <w:t>3.0       700</w:t>
            </w:r>
          </w:p>
        </w:tc>
      </w:tr>
    </w:tbl>
    <w:p w14:paraId="18E9A95C" w14:textId="77777777" w:rsidR="00D97BE9" w:rsidRPr="00780AFE" w:rsidRDefault="00D97BE9" w:rsidP="00A35EB9">
      <w:pPr>
        <w:pStyle w:val="07a"/>
        <w:spacing w:line="280" w:lineRule="exact"/>
        <w:rPr>
          <w:rFonts w:ascii="Noto Serif" w:hAnsi="Noto Serif"/>
        </w:rPr>
      </w:pPr>
      <w:r w:rsidRPr="00780AFE">
        <w:rPr>
          <w:rFonts w:ascii="Noto Serif" w:hAnsi="Noto Serif" w:hint="eastAsia"/>
        </w:rPr>
        <w:t>文献引用</w:t>
      </w:r>
      <w:r w:rsidRPr="00780AFE">
        <w:rPr>
          <w:rFonts w:ascii="Noto Serif" w:hAnsi="Noto Serif" w:hint="eastAsia"/>
          <w:color w:val="FF0000"/>
        </w:rPr>
        <w:t>（</w:t>
      </w:r>
      <w:r w:rsidRPr="00780AFE">
        <w:rPr>
          <w:rFonts w:ascii="Noto Serif" w:hAnsi="Noto Serif" w:hint="eastAsia"/>
          <w:color w:val="FF0000"/>
        </w:rPr>
        <w:t>GB/T 7714-2005</w:t>
      </w:r>
      <w:r w:rsidRPr="00780AFE">
        <w:rPr>
          <w:rFonts w:ascii="Noto Serif" w:hAnsi="Noto Serif" w:hint="eastAsia"/>
          <w:color w:val="FF0000"/>
        </w:rPr>
        <w:t>）</w:t>
      </w:r>
    </w:p>
    <w:p w14:paraId="5712E27F" w14:textId="77777777" w:rsidR="00D97BE9" w:rsidRPr="00780AFE" w:rsidRDefault="00D97BE9" w:rsidP="00A35EB9">
      <w:pPr>
        <w:pStyle w:val="07b"/>
        <w:spacing w:line="280" w:lineRule="exact"/>
        <w:ind w:firstLine="420"/>
        <w:rPr>
          <w:rFonts w:ascii="Noto Serif" w:hAnsi="Noto Serif"/>
        </w:rPr>
      </w:pPr>
      <w:r w:rsidRPr="00780AFE">
        <w:rPr>
          <w:rFonts w:ascii="Noto Serif" w:hAnsi="Noto Serif"/>
        </w:rPr>
        <w:t>参考文献标注应置于句号、逗号等标点之前</w:t>
      </w:r>
    </w:p>
    <w:p w14:paraId="0A880532" w14:textId="77777777" w:rsidR="00D97BE9" w:rsidRPr="00780AFE" w:rsidRDefault="00D97BE9" w:rsidP="00315A3C">
      <w:pPr>
        <w:pStyle w:val="07d"/>
        <w:rPr>
          <w:rFonts w:eastAsia="宋体"/>
          <w:kern w:val="0"/>
          <w:sz w:val="24"/>
          <w:szCs w:val="24"/>
        </w:rPr>
      </w:pPr>
      <w:r w:rsidRPr="00780AFE">
        <w:rPr>
          <w:rFonts w:hint="eastAsia"/>
        </w:rPr>
        <w:t>正文正文正文正文正文正文正文</w:t>
      </w:r>
      <w:r w:rsidRPr="00780AFE">
        <w:rPr>
          <w:vertAlign w:val="superscript"/>
        </w:rPr>
        <w:t>[1]</w:t>
      </w:r>
      <w:r w:rsidRPr="00780AFE">
        <w:rPr>
          <w:rFonts w:hint="eastAsia"/>
        </w:rPr>
        <w:t>，正文正文正文正文正文正文正文正，文正文正文正文正文正文正文正文正文正文正</w:t>
      </w:r>
      <w:r w:rsidRPr="00780AFE">
        <w:rPr>
          <w:vertAlign w:val="superscript"/>
        </w:rPr>
        <w:t>[2]</w:t>
      </w:r>
      <w:r w:rsidRPr="00780AFE">
        <w:rPr>
          <w:rFonts w:hint="eastAsia"/>
        </w:rPr>
        <w:t>。文正文正文正文正文正文正文正文正文正文正文正文正文正文正文正文正文正文正文正文正文正文正文正文正文正文正文正文正……</w:t>
      </w:r>
    </w:p>
    <w:p w14:paraId="1F3C0796" w14:textId="77777777" w:rsidR="00D97BE9" w:rsidRPr="00780AFE" w:rsidRDefault="00D97BE9" w:rsidP="00A35EB9">
      <w:pPr>
        <w:pStyle w:val="07b"/>
        <w:spacing w:line="280" w:lineRule="exact"/>
        <w:ind w:firstLine="420"/>
        <w:rPr>
          <w:rFonts w:ascii="Noto Serif" w:hAnsi="Noto Serif"/>
          <w:color w:val="000000"/>
        </w:rPr>
      </w:pPr>
      <w:r w:rsidRPr="00780AFE">
        <w:rPr>
          <w:rFonts w:ascii="Noto Serif" w:hAnsi="Noto Serif" w:hint="eastAsia"/>
        </w:rPr>
        <w:t>一篇文献多次引用的情况下</w:t>
      </w:r>
    </w:p>
    <w:p w14:paraId="5CFBD6B7" w14:textId="77777777" w:rsidR="00D97BE9" w:rsidRPr="00780AFE" w:rsidRDefault="00D97BE9" w:rsidP="00315A3C">
      <w:pPr>
        <w:pStyle w:val="07d"/>
      </w:pPr>
      <w:r w:rsidRPr="00780AFE">
        <w:rPr>
          <w:rFonts w:hint="eastAsia"/>
        </w:rPr>
        <w:t>正文正文正文正文正文正文正文</w:t>
      </w:r>
      <w:r w:rsidRPr="00780AFE">
        <w:rPr>
          <w:vertAlign w:val="superscript"/>
        </w:rPr>
        <w:t>[1-1]</w:t>
      </w:r>
      <w:r w:rsidRPr="00780AFE">
        <w:rPr>
          <w:rFonts w:hint="eastAsia"/>
        </w:rPr>
        <w:t>，正文正文正文正文正文正文正文正，文正文正文正文正文正文正文正文正文正文正</w:t>
      </w:r>
      <w:r w:rsidRPr="00780AFE">
        <w:rPr>
          <w:vertAlign w:val="superscript"/>
        </w:rPr>
        <w:t>[1-2]</w:t>
      </w:r>
      <w:r w:rsidRPr="00780AFE">
        <w:rPr>
          <w:rFonts w:hint="eastAsia"/>
        </w:rPr>
        <w:t>。文正文正文正文正文正文正文正文正文正文正文正文正文正文正文正文正文正文正文正文正文正文正文正文正文正文正文正文正……</w:t>
      </w:r>
    </w:p>
    <w:p w14:paraId="4469006C" w14:textId="77777777" w:rsidR="00B45B98" w:rsidRPr="00780AFE" w:rsidRDefault="00B45B98" w:rsidP="00780AFE">
      <w:pPr>
        <w:pStyle w:val="09a"/>
        <w:rPr>
          <w:color w:val="0000CC"/>
        </w:rPr>
      </w:pPr>
      <w:r w:rsidRPr="00780AFE">
        <w:rPr>
          <w:rFonts w:hint="eastAsia"/>
        </w:rPr>
        <w:t>参考文献：(五号</w:t>
      </w:r>
      <w:r w:rsidR="002F36F3" w:rsidRPr="00780AFE">
        <w:rPr>
          <w:rFonts w:hint="eastAsia"/>
        </w:rPr>
        <w:t>思源</w:t>
      </w:r>
      <w:r w:rsidRPr="00780AFE">
        <w:rPr>
          <w:rFonts w:hint="eastAsia"/>
        </w:rPr>
        <w:t>宋体，加粗，顶格)</w:t>
      </w:r>
    </w:p>
    <w:p w14:paraId="0B421630" w14:textId="77777777" w:rsidR="00B45B98" w:rsidRPr="00780AFE" w:rsidRDefault="00B45B98" w:rsidP="00780AFE">
      <w:pPr>
        <w:pStyle w:val="09b"/>
        <w:rPr>
          <w:b/>
        </w:rPr>
      </w:pPr>
      <w:r w:rsidRPr="00780AFE">
        <w:rPr>
          <w:rFonts w:hint="eastAsia"/>
        </w:rPr>
        <w:t xml:space="preserve">[1] </w:t>
      </w:r>
      <w:r w:rsidRPr="00780AFE">
        <w:rPr>
          <w:rFonts w:hint="eastAsia"/>
        </w:rPr>
        <w:t>期刊——作者</w:t>
      </w:r>
      <w:r w:rsidRPr="00780AFE">
        <w:rPr>
          <w:rFonts w:hint="eastAsia"/>
        </w:rPr>
        <w:t xml:space="preserve">. </w:t>
      </w:r>
      <w:r w:rsidRPr="00780AFE">
        <w:rPr>
          <w:rFonts w:hint="eastAsia"/>
        </w:rPr>
        <w:t>题名</w:t>
      </w:r>
      <w:r w:rsidRPr="00780AFE">
        <w:rPr>
          <w:rFonts w:hint="eastAsia"/>
        </w:rPr>
        <w:t>[</w:t>
      </w:r>
      <w:r w:rsidRPr="00780AFE">
        <w:rPr>
          <w:rFonts w:hint="eastAsia"/>
        </w:rPr>
        <w:t>文献类型标志</w:t>
      </w:r>
      <w:r w:rsidRPr="00780AFE">
        <w:rPr>
          <w:rFonts w:hint="eastAsia"/>
        </w:rPr>
        <w:t xml:space="preserve">]. </w:t>
      </w:r>
      <w:r w:rsidRPr="00780AFE">
        <w:rPr>
          <w:rFonts w:hint="eastAsia"/>
        </w:rPr>
        <w:t>刊名</w:t>
      </w:r>
      <w:r w:rsidRPr="00780AFE">
        <w:rPr>
          <w:rFonts w:hint="eastAsia"/>
        </w:rPr>
        <w:t xml:space="preserve">, </w:t>
      </w:r>
      <w:r w:rsidRPr="00780AFE">
        <w:rPr>
          <w:rFonts w:hint="eastAsia"/>
        </w:rPr>
        <w:t>出版年</w:t>
      </w:r>
      <w:r w:rsidRPr="00780AFE">
        <w:rPr>
          <w:rFonts w:hint="eastAsia"/>
        </w:rPr>
        <w:t xml:space="preserve">, </w:t>
      </w:r>
      <w:r w:rsidRPr="00780AFE">
        <w:rPr>
          <w:rFonts w:hint="eastAsia"/>
        </w:rPr>
        <w:t>卷</w:t>
      </w:r>
      <w:r w:rsidRPr="00780AFE">
        <w:rPr>
          <w:rFonts w:hint="eastAsia"/>
        </w:rPr>
        <w:t>(</w:t>
      </w:r>
      <w:r w:rsidRPr="00780AFE">
        <w:rPr>
          <w:rFonts w:hint="eastAsia"/>
        </w:rPr>
        <w:t>期</w:t>
      </w:r>
      <w:r w:rsidRPr="00780AFE">
        <w:rPr>
          <w:rFonts w:hint="eastAsia"/>
        </w:rPr>
        <w:t>):</w:t>
      </w:r>
      <w:r w:rsidRPr="00780AFE">
        <w:rPr>
          <w:rFonts w:hint="eastAsia"/>
        </w:rPr>
        <w:t>起</w:t>
      </w:r>
      <w:r w:rsidRPr="00780AFE">
        <w:rPr>
          <w:rFonts w:hint="eastAsia"/>
        </w:rPr>
        <w:t>-</w:t>
      </w:r>
      <w:r w:rsidRPr="00780AFE">
        <w:rPr>
          <w:rFonts w:hint="eastAsia"/>
        </w:rPr>
        <w:t>止页码</w:t>
      </w:r>
      <w:r w:rsidRPr="00780AFE">
        <w:rPr>
          <w:rFonts w:hint="eastAsia"/>
        </w:rPr>
        <w:t>.(</w:t>
      </w:r>
      <w:r w:rsidRPr="00780AFE">
        <w:rPr>
          <w:rFonts w:hint="eastAsia"/>
        </w:rPr>
        <w:t>不要缺少页码</w:t>
      </w:r>
      <w:r w:rsidRPr="00780AFE">
        <w:rPr>
          <w:rFonts w:hint="eastAsia"/>
        </w:rPr>
        <w:t>)</w:t>
      </w:r>
      <w:r w:rsidRPr="00780AFE">
        <w:rPr>
          <w:rFonts w:cs="宋体" w:hint="eastAsia"/>
        </w:rPr>
        <w:t>。</w:t>
      </w:r>
      <w:r w:rsidRPr="00780AFE">
        <w:rPr>
          <w:rFonts w:hint="eastAsia"/>
        </w:rPr>
        <w:t>(</w:t>
      </w:r>
      <w:r w:rsidRPr="00780AFE">
        <w:rPr>
          <w:rFonts w:hint="eastAsia"/>
        </w:rPr>
        <w:t>小五</w:t>
      </w:r>
      <w:r w:rsidRPr="00780AFE">
        <w:rPr>
          <w:rFonts w:cs="宋体" w:hint="eastAsia"/>
        </w:rPr>
        <w:t>思源</w:t>
      </w:r>
      <w:r w:rsidRPr="00780AFE">
        <w:rPr>
          <w:rFonts w:hint="eastAsia"/>
        </w:rPr>
        <w:t>宋体，</w:t>
      </w:r>
      <w:r w:rsidR="0014252A" w:rsidRPr="00780AFE">
        <w:rPr>
          <w:rFonts w:hint="eastAsia"/>
        </w:rPr>
        <w:t>顶格</w:t>
      </w:r>
      <w:r w:rsidRPr="00780AFE">
        <w:rPr>
          <w:rFonts w:hint="eastAsia"/>
        </w:rPr>
        <w:t>；</w:t>
      </w:r>
      <w:r w:rsidR="0014252A" w:rsidRPr="00780AFE">
        <w:rPr>
          <w:rFonts w:hint="eastAsia"/>
        </w:rPr>
        <w:t>单</w:t>
      </w:r>
      <w:r w:rsidR="0062689B" w:rsidRPr="00780AFE">
        <w:rPr>
          <w:rFonts w:hint="eastAsia"/>
        </w:rPr>
        <w:t>倍行距。</w:t>
      </w:r>
      <w:r w:rsidRPr="00780AFE">
        <w:rPr>
          <w:rFonts w:hint="eastAsia"/>
        </w:rPr>
        <w:t>序号使用“</w:t>
      </w:r>
      <w:r w:rsidRPr="00780AFE">
        <w:rPr>
          <w:rFonts w:hint="eastAsia"/>
        </w:rPr>
        <w:t>[]</w:t>
      </w:r>
      <w:r w:rsidRPr="00780AFE">
        <w:rPr>
          <w:rFonts w:hint="eastAsia"/>
        </w:rPr>
        <w:t>”，和内容间空半格；内容中标点符号均使用半角，后空半格</w:t>
      </w:r>
      <w:r w:rsidRPr="00780AFE">
        <w:rPr>
          <w:rFonts w:hint="eastAsia"/>
        </w:rPr>
        <w:t>)</w:t>
      </w:r>
    </w:p>
    <w:p w14:paraId="0159F8F2" w14:textId="77777777" w:rsidR="00B45B98" w:rsidRPr="00780AFE" w:rsidRDefault="00B45B98" w:rsidP="00A35EB9">
      <w:pPr>
        <w:snapToGrid w:val="0"/>
        <w:spacing w:line="280" w:lineRule="exact"/>
        <w:rPr>
          <w:rFonts w:ascii="Noto Serif" w:eastAsia="Source Han Serif SC VF" w:hAnsi="Noto Serif"/>
          <w:b/>
          <w:color w:val="000000"/>
          <w:sz w:val="18"/>
          <w:szCs w:val="18"/>
        </w:rPr>
      </w:pPr>
      <w:r w:rsidRPr="00780AFE">
        <w:rPr>
          <w:rFonts w:ascii="Noto Serif" w:eastAsia="Source Han Serif SC VF" w:hAnsi="Noto Serif" w:hint="eastAsia"/>
          <w:color w:val="000000"/>
          <w:sz w:val="18"/>
          <w:szCs w:val="18"/>
        </w:rPr>
        <w:t xml:space="preserve">[2] </w:t>
      </w:r>
      <w:r w:rsidRPr="00780AFE">
        <w:rPr>
          <w:rFonts w:ascii="Noto Serif" w:eastAsia="Source Han Serif SC VF" w:hAnsi="Noto Serif" w:hint="eastAsia"/>
          <w:color w:val="000000"/>
          <w:sz w:val="18"/>
          <w:szCs w:val="18"/>
        </w:rPr>
        <w:t>专著——作者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书名</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文献类型标志</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版本</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出版地</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出版年</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出版地和出版者必须有一个</w:t>
      </w:r>
      <w:r w:rsidRPr="00780AFE">
        <w:rPr>
          <w:rFonts w:ascii="Noto Serif" w:eastAsia="Source Han Serif SC VF" w:hAnsi="Noto Serif" w:hint="eastAsia"/>
          <w:color w:val="000000"/>
          <w:sz w:val="18"/>
          <w:szCs w:val="18"/>
        </w:rPr>
        <w:t xml:space="preserve">) </w:t>
      </w:r>
    </w:p>
    <w:p w14:paraId="73B016A8" w14:textId="77777777" w:rsidR="00B45B98" w:rsidRPr="00780AFE" w:rsidRDefault="00B45B98" w:rsidP="00A35EB9">
      <w:pPr>
        <w:snapToGrid w:val="0"/>
        <w:spacing w:line="280" w:lineRule="exact"/>
        <w:rPr>
          <w:rFonts w:ascii="Noto Serif" w:eastAsia="Source Han Serif SC VF" w:hAnsi="Noto Serif"/>
          <w:color w:val="000000"/>
          <w:sz w:val="18"/>
          <w:szCs w:val="18"/>
        </w:rPr>
      </w:pPr>
      <w:r w:rsidRPr="00780AFE">
        <w:rPr>
          <w:rFonts w:ascii="Noto Serif" w:eastAsia="Source Han Serif SC VF" w:hAnsi="Noto Serif" w:hint="eastAsia"/>
          <w:color w:val="000000"/>
          <w:sz w:val="18"/>
          <w:szCs w:val="18"/>
        </w:rPr>
        <w:t xml:space="preserve">[3] </w:t>
      </w:r>
      <w:r w:rsidRPr="00780AFE">
        <w:rPr>
          <w:rFonts w:ascii="Noto Serif" w:eastAsia="Source Han Serif SC VF" w:hAnsi="Noto Serif" w:hint="eastAsia"/>
          <w:color w:val="000000"/>
          <w:sz w:val="18"/>
          <w:szCs w:val="18"/>
        </w:rPr>
        <w:t>专著中的析出文献——析出文献作者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析出文献题名</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文献类型标志</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∥专著作者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专著题名</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版本</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出版地</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出版年</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析出文献的页码</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出版地和出版者必须有一个</w:t>
      </w:r>
      <w:r w:rsidRPr="00780AFE">
        <w:rPr>
          <w:rFonts w:ascii="Noto Serif" w:eastAsia="Source Han Serif SC VF" w:hAnsi="Noto Serif" w:hint="eastAsia"/>
          <w:color w:val="000000"/>
          <w:sz w:val="18"/>
          <w:szCs w:val="18"/>
        </w:rPr>
        <w:t xml:space="preserve">) </w:t>
      </w:r>
    </w:p>
    <w:p w14:paraId="45621475" w14:textId="77777777" w:rsidR="00B45B98" w:rsidRPr="00780AFE" w:rsidRDefault="00B45B98" w:rsidP="00A35EB9">
      <w:pPr>
        <w:snapToGrid w:val="0"/>
        <w:spacing w:line="280" w:lineRule="exact"/>
        <w:rPr>
          <w:rFonts w:ascii="Noto Serif" w:eastAsia="Source Han Serif SC VF" w:hAnsi="Noto Serif"/>
          <w:b/>
          <w:color w:val="000000"/>
          <w:sz w:val="18"/>
          <w:szCs w:val="18"/>
        </w:rPr>
      </w:pPr>
      <w:r w:rsidRPr="00780AFE">
        <w:rPr>
          <w:rFonts w:ascii="Noto Serif" w:eastAsia="Source Han Serif SC VF" w:hAnsi="Noto Serif" w:hint="eastAsia"/>
          <w:color w:val="000000"/>
          <w:sz w:val="18"/>
          <w:szCs w:val="18"/>
        </w:rPr>
        <w:t xml:space="preserve">[4] </w:t>
      </w:r>
      <w:r w:rsidRPr="00780AFE">
        <w:rPr>
          <w:rFonts w:ascii="Noto Serif" w:eastAsia="Source Han Serif SC VF" w:hAnsi="Noto Serif" w:hint="eastAsia"/>
          <w:color w:val="000000"/>
          <w:sz w:val="18"/>
          <w:szCs w:val="18"/>
        </w:rPr>
        <w:t>专利文献——专利申请者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专利题名</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专利国别</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专利号</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文献类型标志</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公告日期或公开日期</w:t>
      </w:r>
      <w:r w:rsidRPr="00780AFE">
        <w:rPr>
          <w:rFonts w:ascii="Noto Serif" w:eastAsia="Source Han Serif SC VF" w:hAnsi="Noto Serif" w:hint="eastAsia"/>
          <w:color w:val="000000"/>
          <w:sz w:val="18"/>
          <w:szCs w:val="18"/>
        </w:rPr>
        <w:t>.</w:t>
      </w:r>
    </w:p>
    <w:p w14:paraId="5EB7A13F" w14:textId="77777777" w:rsidR="00B45B98" w:rsidRPr="00780AFE" w:rsidRDefault="00B45B98" w:rsidP="00A35EB9">
      <w:pPr>
        <w:snapToGrid w:val="0"/>
        <w:spacing w:line="280" w:lineRule="exact"/>
        <w:rPr>
          <w:rFonts w:ascii="Noto Serif" w:eastAsia="Source Han Serif SC VF" w:hAnsi="Noto Serif"/>
          <w:b/>
          <w:color w:val="000000"/>
          <w:sz w:val="18"/>
          <w:szCs w:val="18"/>
        </w:rPr>
      </w:pPr>
      <w:r w:rsidRPr="00780AFE">
        <w:rPr>
          <w:rFonts w:ascii="Noto Serif" w:eastAsia="Source Han Serif SC VF" w:hAnsi="Noto Serif" w:hint="eastAsia"/>
          <w:color w:val="000000"/>
          <w:sz w:val="18"/>
          <w:szCs w:val="18"/>
        </w:rPr>
        <w:t xml:space="preserve">[5] </w:t>
      </w:r>
      <w:r w:rsidRPr="00780AFE">
        <w:rPr>
          <w:rFonts w:ascii="Noto Serif" w:eastAsia="Source Han Serif SC VF" w:hAnsi="Noto Serif" w:hint="eastAsia"/>
          <w:color w:val="000000"/>
          <w:sz w:val="18"/>
          <w:szCs w:val="18"/>
        </w:rPr>
        <w:t>电子文献——作者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题</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其他题名信息</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文献类型标志</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文献载体标志</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出版地</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出版者</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出版年</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更新或修改日期</w:t>
      </w:r>
      <w:r w:rsidRPr="00780AFE">
        <w:rPr>
          <w:rFonts w:ascii="Noto Serif" w:eastAsia="Source Han Serif SC VF" w:hAnsi="Noto Serif" w:hint="eastAsia"/>
          <w:color w:val="000000"/>
          <w:sz w:val="18"/>
          <w:szCs w:val="18"/>
        </w:rPr>
        <w:t>)[</w:t>
      </w:r>
      <w:r w:rsidRPr="00780AFE">
        <w:rPr>
          <w:rFonts w:ascii="Noto Serif" w:eastAsia="Source Han Serif SC VF" w:hAnsi="Noto Serif" w:hint="eastAsia"/>
          <w:color w:val="000000"/>
          <w:sz w:val="18"/>
          <w:szCs w:val="18"/>
        </w:rPr>
        <w:t>引用日期</w:t>
      </w:r>
      <w:r w:rsidRPr="00780AFE">
        <w:rPr>
          <w:rFonts w:ascii="Noto Serif" w:eastAsia="Source Han Serif SC VF" w:hAnsi="Noto Serif" w:hint="eastAsia"/>
          <w:color w:val="000000"/>
          <w:sz w:val="18"/>
          <w:szCs w:val="18"/>
        </w:rPr>
        <w:t xml:space="preserve">]. </w:t>
      </w:r>
      <w:r w:rsidRPr="00780AFE">
        <w:rPr>
          <w:rFonts w:ascii="Noto Serif" w:eastAsia="Source Han Serif SC VF" w:hAnsi="Noto Serif" w:hint="eastAsia"/>
          <w:color w:val="000000"/>
          <w:sz w:val="18"/>
          <w:szCs w:val="18"/>
        </w:rPr>
        <w:t>获取和访问路径</w:t>
      </w:r>
      <w:r w:rsidRPr="00780AFE">
        <w:rPr>
          <w:rFonts w:ascii="Noto Serif" w:eastAsia="Source Han Serif SC VF" w:hAnsi="Noto Serif" w:hint="eastAsia"/>
          <w:color w:val="000000"/>
          <w:sz w:val="18"/>
          <w:szCs w:val="18"/>
        </w:rPr>
        <w:t>.</w:t>
      </w:r>
    </w:p>
    <w:p w14:paraId="45B1D86F" w14:textId="77777777" w:rsidR="00B45B98" w:rsidRPr="00780AFE" w:rsidRDefault="00B45B98" w:rsidP="00A35EB9">
      <w:pPr>
        <w:snapToGrid w:val="0"/>
        <w:spacing w:line="280" w:lineRule="exact"/>
        <w:rPr>
          <w:rFonts w:ascii="Noto Serif" w:eastAsia="Source Han Serif SC VF" w:hAnsi="Noto Serif"/>
          <w:color w:val="FF0000"/>
          <w:sz w:val="18"/>
          <w:szCs w:val="18"/>
        </w:rPr>
      </w:pPr>
      <w:r w:rsidRPr="00780AFE">
        <w:rPr>
          <w:rFonts w:ascii="Noto Serif" w:eastAsia="Source Han Serif SC VF" w:hAnsi="Noto Serif" w:hint="eastAsia"/>
          <w:color w:val="FF0000"/>
          <w:sz w:val="18"/>
          <w:szCs w:val="18"/>
        </w:rPr>
        <w:t>【说明：</w:t>
      </w:r>
      <w:r w:rsidRPr="00780AFE">
        <w:rPr>
          <w:rFonts w:ascii="Noto Serif" w:eastAsia="Source Han Serif SC VF" w:hAnsi="Noto Serif" w:hint="eastAsia"/>
          <w:color w:val="FF0000"/>
          <w:sz w:val="18"/>
          <w:szCs w:val="18"/>
        </w:rPr>
        <w:t>(</w:t>
      </w:r>
      <w:r w:rsidRPr="00780AFE">
        <w:rPr>
          <w:rFonts w:ascii="Noto Serif" w:eastAsia="Source Han Serif SC VF" w:hAnsi="Noto Serif" w:hint="eastAsia"/>
          <w:color w:val="FF0000"/>
          <w:sz w:val="18"/>
          <w:szCs w:val="18"/>
        </w:rPr>
        <w:t>详见</w:t>
      </w:r>
      <w:r w:rsidRPr="00780AFE">
        <w:rPr>
          <w:rFonts w:ascii="Noto Serif" w:eastAsia="Source Han Serif SC VF" w:hAnsi="Noto Serif" w:hint="eastAsia"/>
          <w:color w:val="FF0000"/>
          <w:sz w:val="18"/>
          <w:szCs w:val="18"/>
        </w:rPr>
        <w:t>GB/T 7714-2005</w:t>
      </w:r>
      <w:r w:rsidRPr="00780AFE">
        <w:rPr>
          <w:rFonts w:ascii="Noto Serif" w:eastAsia="Source Han Serif SC VF" w:hAnsi="Noto Serif" w:hint="eastAsia"/>
          <w:color w:val="FF0000"/>
          <w:sz w:val="18"/>
          <w:szCs w:val="18"/>
        </w:rPr>
        <w:t>《文后参考文献著录规则》</w:t>
      </w:r>
      <w:r w:rsidRPr="00780AFE">
        <w:rPr>
          <w:rFonts w:ascii="Noto Serif" w:eastAsia="Source Han Serif SC VF" w:hAnsi="Noto Serif" w:hint="eastAsia"/>
          <w:color w:val="FF0000"/>
          <w:sz w:val="18"/>
          <w:szCs w:val="18"/>
        </w:rPr>
        <w:t>)</w:t>
      </w:r>
    </w:p>
    <w:p w14:paraId="52C8FF67" w14:textId="77777777" w:rsidR="00B45B98" w:rsidRPr="00780AFE" w:rsidRDefault="00B45B98" w:rsidP="00A35EB9">
      <w:pPr>
        <w:snapToGrid w:val="0"/>
        <w:spacing w:line="280" w:lineRule="exact"/>
        <w:rPr>
          <w:rFonts w:ascii="Noto Serif" w:eastAsia="Source Han Serif SC VF" w:hAnsi="Noto Serif"/>
          <w:color w:val="FF0000"/>
          <w:sz w:val="18"/>
          <w:szCs w:val="18"/>
        </w:rPr>
      </w:pPr>
      <w:r w:rsidRPr="00780AFE">
        <w:rPr>
          <w:rFonts w:ascii="Noto Serif" w:eastAsia="Source Han Serif SC VF" w:hAnsi="Noto Serif" w:hint="eastAsia"/>
          <w:color w:val="FF0000"/>
          <w:sz w:val="18"/>
          <w:szCs w:val="18"/>
        </w:rPr>
        <w:t xml:space="preserve">1) </w:t>
      </w:r>
      <w:r w:rsidRPr="00780AFE">
        <w:rPr>
          <w:rFonts w:ascii="Noto Serif" w:eastAsia="Source Han Serif SC VF" w:hAnsi="Noto Serif" w:hint="eastAsia"/>
          <w:color w:val="FF0000"/>
          <w:sz w:val="18"/>
          <w:szCs w:val="18"/>
        </w:rPr>
        <w:t>参考文献应是文中直接引用的公开出版物，以</w:t>
      </w:r>
      <w:r w:rsidRPr="00780AFE">
        <w:rPr>
          <w:rFonts w:ascii="Noto Serif" w:eastAsia="Source Han Serif SC VF" w:hAnsi="Noto Serif" w:hint="eastAsia"/>
          <w:color w:val="FF0000"/>
          <w:sz w:val="18"/>
          <w:szCs w:val="18"/>
        </w:rPr>
        <w:t>15</w:t>
      </w:r>
      <w:r w:rsidRPr="00780AFE">
        <w:rPr>
          <w:rFonts w:ascii="Noto Serif" w:eastAsia="Source Han Serif SC VF" w:hAnsi="Noto Serif" w:hint="eastAsia"/>
          <w:color w:val="FF0000"/>
          <w:sz w:val="18"/>
          <w:szCs w:val="18"/>
        </w:rPr>
        <w:t>篇以上为宜，其中</w:t>
      </w:r>
      <w:r w:rsidRPr="00780AFE">
        <w:rPr>
          <w:rFonts w:ascii="Noto Serif" w:eastAsia="Source Han Serif SC VF" w:hAnsi="Noto Serif" w:hint="eastAsia"/>
          <w:color w:val="FF0000"/>
          <w:sz w:val="18"/>
          <w:szCs w:val="18"/>
        </w:rPr>
        <w:t>80%</w:t>
      </w:r>
      <w:r w:rsidRPr="00780AFE">
        <w:rPr>
          <w:rFonts w:ascii="Noto Serif" w:eastAsia="Source Han Serif SC VF" w:hAnsi="Noto Serif" w:hint="eastAsia"/>
          <w:color w:val="FF0000"/>
          <w:sz w:val="18"/>
          <w:szCs w:val="18"/>
        </w:rPr>
        <w:t>应为期刊或会议论文，</w:t>
      </w:r>
      <w:r w:rsidRPr="00780AFE">
        <w:rPr>
          <w:rFonts w:ascii="Noto Serif" w:eastAsia="Source Han Serif SC VF" w:hAnsi="Noto Serif" w:hint="eastAsia"/>
          <w:color w:val="FF0000"/>
          <w:sz w:val="18"/>
          <w:szCs w:val="18"/>
        </w:rPr>
        <w:t>80%</w:t>
      </w:r>
      <w:r w:rsidRPr="00780AFE">
        <w:rPr>
          <w:rFonts w:ascii="Noto Serif" w:eastAsia="Source Han Serif SC VF" w:hAnsi="Noto Serif" w:hint="eastAsia"/>
          <w:color w:val="FF0000"/>
          <w:sz w:val="18"/>
          <w:szCs w:val="18"/>
        </w:rPr>
        <w:t>以上为近</w:t>
      </w:r>
      <w:r w:rsidRPr="00780AFE">
        <w:rPr>
          <w:rFonts w:ascii="Noto Serif" w:eastAsia="Source Han Serif SC VF" w:hAnsi="Noto Serif" w:hint="eastAsia"/>
          <w:color w:val="FF0000"/>
          <w:sz w:val="18"/>
          <w:szCs w:val="18"/>
        </w:rPr>
        <w:t>5</w:t>
      </w:r>
      <w:r w:rsidRPr="00780AFE">
        <w:rPr>
          <w:rFonts w:ascii="Noto Serif" w:eastAsia="Source Han Serif SC VF" w:hAnsi="Noto Serif" w:hint="eastAsia"/>
          <w:color w:val="FF0000"/>
          <w:sz w:val="18"/>
          <w:szCs w:val="18"/>
        </w:rPr>
        <w:t>年出版的文献，</w:t>
      </w:r>
      <w:r w:rsidRPr="00780AFE">
        <w:rPr>
          <w:rFonts w:ascii="Noto Serif" w:eastAsia="Source Han Serif SC VF" w:hAnsi="Noto Serif" w:hint="eastAsia"/>
          <w:color w:val="FF0000"/>
          <w:sz w:val="18"/>
          <w:szCs w:val="18"/>
        </w:rPr>
        <w:t>50%</w:t>
      </w:r>
      <w:r w:rsidRPr="00780AFE">
        <w:rPr>
          <w:rFonts w:ascii="Noto Serif" w:eastAsia="Source Han Serif SC VF" w:hAnsi="Noto Serif" w:hint="eastAsia"/>
          <w:color w:val="FF0000"/>
          <w:sz w:val="18"/>
          <w:szCs w:val="18"/>
        </w:rPr>
        <w:t>以上为外文文献</w:t>
      </w:r>
      <w:r w:rsidRPr="00780AFE">
        <w:rPr>
          <w:rFonts w:ascii="Noto Serif" w:eastAsia="Source Han Serif SC VF" w:hAnsi="Noto Serif" w:hint="eastAsia"/>
          <w:color w:val="FF0000"/>
          <w:sz w:val="18"/>
          <w:szCs w:val="18"/>
        </w:rPr>
        <w:t>(</w:t>
      </w:r>
      <w:r w:rsidRPr="00780AFE">
        <w:rPr>
          <w:rFonts w:ascii="Noto Serif" w:eastAsia="Source Han Serif SC VF" w:hAnsi="Noto Serif" w:hint="eastAsia"/>
          <w:color w:val="FF0000"/>
          <w:sz w:val="18"/>
          <w:szCs w:val="18"/>
        </w:rPr>
        <w:t>若是会议论文集析出文献，必须要有会议名称、论文集的出版地、出版者、出版年、析出文献的起止页码</w:t>
      </w:r>
      <w:r w:rsidRPr="00780AFE">
        <w:rPr>
          <w:rFonts w:ascii="Noto Serif" w:eastAsia="Source Han Serif SC VF" w:hAnsi="Noto Serif" w:hint="eastAsia"/>
          <w:color w:val="FF0000"/>
          <w:sz w:val="18"/>
          <w:szCs w:val="18"/>
        </w:rPr>
        <w:t>)</w:t>
      </w:r>
      <w:r w:rsidRPr="00780AFE">
        <w:rPr>
          <w:rFonts w:ascii="Noto Serif" w:eastAsia="Source Han Serif SC VF" w:hAnsi="Noto Serif" w:hint="eastAsia"/>
          <w:color w:val="FF0000"/>
          <w:sz w:val="18"/>
          <w:szCs w:val="18"/>
        </w:rPr>
        <w:t>。</w:t>
      </w:r>
    </w:p>
    <w:p w14:paraId="03FAED89" w14:textId="77777777" w:rsidR="00B45B98" w:rsidRPr="00780AFE" w:rsidRDefault="00B45B98" w:rsidP="00A35EB9">
      <w:pPr>
        <w:snapToGrid w:val="0"/>
        <w:spacing w:line="280" w:lineRule="exact"/>
        <w:rPr>
          <w:rFonts w:ascii="Noto Serif" w:eastAsia="Source Han Serif SC VF" w:hAnsi="Noto Serif"/>
          <w:color w:val="FF0000"/>
          <w:sz w:val="18"/>
          <w:szCs w:val="18"/>
        </w:rPr>
      </w:pPr>
      <w:r w:rsidRPr="00780AFE">
        <w:rPr>
          <w:rFonts w:ascii="Noto Serif" w:eastAsia="Source Han Serif SC VF" w:hAnsi="Noto Serif" w:hint="eastAsia"/>
          <w:color w:val="FF0000"/>
          <w:sz w:val="18"/>
          <w:szCs w:val="18"/>
        </w:rPr>
        <w:t xml:space="preserve">2) </w:t>
      </w:r>
      <w:r w:rsidRPr="00780AFE">
        <w:rPr>
          <w:rFonts w:ascii="Noto Serif" w:eastAsia="Source Han Serif SC VF" w:hAnsi="Noto Serif" w:hint="eastAsia"/>
          <w:color w:val="FF0000"/>
          <w:sz w:val="18"/>
          <w:szCs w:val="18"/>
        </w:rPr>
        <w:t>参考文献采用顺序编码制，按文中出现的先后顺序编号，并在正文中指明其标引处。</w:t>
      </w:r>
    </w:p>
    <w:p w14:paraId="4C774F73" w14:textId="77777777" w:rsidR="00B45B98" w:rsidRPr="00780AFE" w:rsidRDefault="00B45B98" w:rsidP="00A35EB9">
      <w:pPr>
        <w:snapToGrid w:val="0"/>
        <w:spacing w:line="280" w:lineRule="exact"/>
        <w:rPr>
          <w:rFonts w:ascii="Noto Serif" w:eastAsia="Source Han Serif SC VF" w:hAnsi="Noto Serif"/>
          <w:color w:val="FF0000"/>
          <w:sz w:val="18"/>
          <w:szCs w:val="18"/>
        </w:rPr>
      </w:pPr>
      <w:r w:rsidRPr="00780AFE">
        <w:rPr>
          <w:rFonts w:ascii="Noto Serif" w:eastAsia="Source Han Serif SC VF" w:hAnsi="Noto Serif" w:hint="eastAsia"/>
          <w:color w:val="FF0000"/>
          <w:sz w:val="18"/>
          <w:szCs w:val="18"/>
        </w:rPr>
        <w:t xml:space="preserve">3) </w:t>
      </w:r>
      <w:r w:rsidRPr="00780AFE">
        <w:rPr>
          <w:rFonts w:ascii="Noto Serif" w:eastAsia="Source Han Serif SC VF" w:hAnsi="Noto Serif" w:hint="eastAsia"/>
          <w:color w:val="FF0000"/>
          <w:sz w:val="18"/>
          <w:szCs w:val="18"/>
        </w:rPr>
        <w:t>中外作者的姓名一律“姓前名后”。西方作者的名字部分缩写，不加缩写点且姓名全大写。</w:t>
      </w:r>
    </w:p>
    <w:p w14:paraId="182FCED7" w14:textId="77777777" w:rsidR="00B45B98" w:rsidRPr="00780AFE" w:rsidRDefault="00B45B98" w:rsidP="00A35EB9">
      <w:pPr>
        <w:snapToGrid w:val="0"/>
        <w:spacing w:line="280" w:lineRule="exact"/>
        <w:rPr>
          <w:rFonts w:ascii="Noto Serif" w:eastAsia="Source Han Serif SC VF" w:hAnsi="Noto Serif"/>
          <w:color w:val="FF0000"/>
          <w:sz w:val="18"/>
          <w:szCs w:val="18"/>
        </w:rPr>
      </w:pPr>
      <w:r w:rsidRPr="00780AFE">
        <w:rPr>
          <w:rFonts w:ascii="Noto Serif" w:eastAsia="Source Han Serif SC VF" w:hAnsi="Noto Serif" w:hint="eastAsia"/>
          <w:color w:val="FF0000"/>
          <w:sz w:val="18"/>
          <w:szCs w:val="18"/>
        </w:rPr>
        <w:t xml:space="preserve">4) </w:t>
      </w:r>
      <w:r w:rsidRPr="00780AFE">
        <w:rPr>
          <w:rFonts w:ascii="Noto Serif" w:eastAsia="Source Han Serif SC VF" w:hAnsi="Noto Serif" w:hint="eastAsia"/>
          <w:color w:val="FF0000"/>
          <w:sz w:val="18"/>
          <w:szCs w:val="18"/>
        </w:rPr>
        <w:t>作者不超过</w:t>
      </w:r>
      <w:r w:rsidRPr="00780AFE">
        <w:rPr>
          <w:rFonts w:ascii="Noto Serif" w:eastAsia="Source Han Serif SC VF" w:hAnsi="Noto Serif" w:hint="eastAsia"/>
          <w:color w:val="FF0000"/>
          <w:sz w:val="18"/>
          <w:szCs w:val="18"/>
        </w:rPr>
        <w:t>3</w:t>
      </w:r>
      <w:r w:rsidRPr="00780AFE">
        <w:rPr>
          <w:rFonts w:ascii="Noto Serif" w:eastAsia="Source Han Serif SC VF" w:hAnsi="Noto Serif" w:hint="eastAsia"/>
          <w:color w:val="FF0000"/>
          <w:sz w:val="18"/>
          <w:szCs w:val="18"/>
        </w:rPr>
        <w:t>人的姓名都写，超过</w:t>
      </w:r>
      <w:r w:rsidRPr="00780AFE">
        <w:rPr>
          <w:rFonts w:ascii="Noto Serif" w:eastAsia="Source Han Serif SC VF" w:hAnsi="Noto Serif" w:hint="eastAsia"/>
          <w:color w:val="FF0000"/>
          <w:sz w:val="18"/>
          <w:szCs w:val="18"/>
        </w:rPr>
        <w:t>3</w:t>
      </w:r>
      <w:r w:rsidRPr="00780AFE">
        <w:rPr>
          <w:rFonts w:ascii="Noto Serif" w:eastAsia="Source Han Serif SC VF" w:hAnsi="Noto Serif" w:hint="eastAsia"/>
          <w:color w:val="FF0000"/>
          <w:sz w:val="18"/>
          <w:szCs w:val="18"/>
        </w:rPr>
        <w:t>人的，余者写“，等”或“</w:t>
      </w:r>
      <w:r w:rsidRPr="00780AFE">
        <w:rPr>
          <w:rFonts w:ascii="Noto Serif" w:eastAsia="Source Han Serif SC VF" w:hAnsi="Noto Serif" w:hint="eastAsia"/>
          <w:color w:val="FF0000"/>
          <w:sz w:val="18"/>
          <w:szCs w:val="18"/>
        </w:rPr>
        <w:t>, et al</w:t>
      </w:r>
      <w:r w:rsidRPr="00780AFE">
        <w:rPr>
          <w:rFonts w:ascii="Noto Serif" w:eastAsia="Source Han Serif SC VF" w:hAnsi="Noto Serif" w:hint="eastAsia"/>
          <w:color w:val="FF0000"/>
          <w:sz w:val="18"/>
          <w:szCs w:val="18"/>
        </w:rPr>
        <w:t>”。</w:t>
      </w:r>
    </w:p>
    <w:p w14:paraId="7D1EBC55" w14:textId="77777777" w:rsidR="00FB081D" w:rsidRPr="00780AFE" w:rsidRDefault="00B45B98" w:rsidP="00A35EB9">
      <w:pPr>
        <w:snapToGrid w:val="0"/>
        <w:spacing w:line="280" w:lineRule="exact"/>
        <w:rPr>
          <w:rFonts w:ascii="Noto Serif" w:eastAsia="Source Han Serif SC VF" w:hAnsi="Noto Serif"/>
          <w:b/>
          <w:color w:val="000000"/>
          <w:sz w:val="18"/>
          <w:szCs w:val="18"/>
        </w:rPr>
      </w:pPr>
      <w:r w:rsidRPr="00780AFE">
        <w:rPr>
          <w:rFonts w:ascii="Noto Serif" w:eastAsia="Source Han Serif SC VF" w:hAnsi="Noto Serif" w:hint="eastAsia"/>
          <w:color w:val="FF0000"/>
          <w:sz w:val="18"/>
          <w:szCs w:val="18"/>
        </w:rPr>
        <w:t xml:space="preserve">5) </w:t>
      </w:r>
      <w:r w:rsidRPr="00780AFE">
        <w:rPr>
          <w:rFonts w:ascii="Noto Serif" w:eastAsia="Source Han Serif SC VF" w:hAnsi="Noto Serif" w:hint="eastAsia"/>
          <w:color w:val="FF0000"/>
          <w:sz w:val="18"/>
          <w:szCs w:val="18"/>
        </w:rPr>
        <w:t>非英文期刊文献，先按原文列出该文献，然后另起一行附上其英文译文。】</w:t>
      </w:r>
    </w:p>
    <w:sectPr w:rsidR="00FB081D" w:rsidRPr="00780AFE" w:rsidSect="001034A2">
      <w:headerReference w:type="default" r:id="rId7"/>
      <w:footerReference w:type="default" r:id="rId8"/>
      <w:headerReference w:type="first" r:id="rId9"/>
      <w:footerReference w:type="first" r:id="rId10"/>
      <w:pgSz w:w="11906" w:h="16838"/>
      <w:pgMar w:top="1418" w:right="1418" w:bottom="1418" w:left="1701" w:header="850" w:footer="850" w:gutter="0"/>
      <w:pgNumType w:fmt="numberInDash" w:start="1"/>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66A03" w14:textId="77777777" w:rsidR="00AA54A9" w:rsidRDefault="00AA54A9" w:rsidP="002163BA">
      <w:r>
        <w:separator/>
      </w:r>
    </w:p>
  </w:endnote>
  <w:endnote w:type="continuationSeparator" w:id="0">
    <w:p w14:paraId="0E29FD2F" w14:textId="77777777" w:rsidR="00AA54A9" w:rsidRDefault="00AA54A9" w:rsidP="0021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t">
    <w:altName w:val="Segoe Print"/>
    <w:panose1 w:val="020B0604020202020204"/>
    <w:charset w:val="00"/>
    <w:family w:val="auto"/>
    <w:pitch w:val="default"/>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mbria-BoldItalic">
    <w:altName w:val="Segoe Print"/>
    <w:panose1 w:val="020B0604020202020204"/>
    <w:charset w:val="00"/>
    <w:family w:val="roman"/>
    <w:pitch w:val="default"/>
  </w:font>
  <w:font w:name="Cambria-Bold">
    <w:altName w:val="Segoe Print"/>
    <w:panose1 w:val="020B0604020202020204"/>
    <w:charset w:val="00"/>
    <w:family w:val="roman"/>
    <w:pitch w:val="default"/>
  </w:font>
  <w:font w:name="STIX Two Text">
    <w:panose1 w:val="00000000000000000000"/>
    <w:charset w:val="00"/>
    <w:family w:val="auto"/>
    <w:pitch w:val="variable"/>
    <w:sig w:usb0="A00002FF" w:usb1="0000001F" w:usb2="00000000" w:usb3="00000000" w:csb0="0000019F" w:csb1="00000000"/>
  </w:font>
  <w:font w:name="Arial">
    <w:panose1 w:val="020B0604020202020204"/>
    <w:charset w:val="00"/>
    <w:family w:val="swiss"/>
    <w:pitch w:val="variable"/>
    <w:sig w:usb0="E0002AFF" w:usb1="C0007843" w:usb2="00000009" w:usb3="00000000" w:csb0="000001FF" w:csb1="00000000"/>
  </w:font>
  <w:font w:name="Source Han Serif SC VF">
    <w:altName w:val="Yu Gothic"/>
    <w:charset w:val="80"/>
    <w:family w:val="roman"/>
    <w:pitch w:val="variable"/>
    <w:sig w:usb0="30000083" w:usb1="2BDF3C10" w:usb2="00000016" w:usb3="00000000" w:csb0="002E0107" w:csb1="00000000"/>
  </w:font>
  <w:font w:name="Noto Serif">
    <w:panose1 w:val="02020600060500020200"/>
    <w:charset w:val="00"/>
    <w:family w:val="roman"/>
    <w:pitch w:val="variable"/>
    <w:sig w:usb0="E00002FF" w:usb1="500078FF" w:usb2="00000029" w:usb3="00000000" w:csb0="0000019F" w:csb1="00000000"/>
  </w:font>
  <w:font w:name="Source Han Sans CN VF Normal">
    <w:altName w:val="Yu Gothic"/>
    <w:charset w:val="80"/>
    <w:family w:val="swiss"/>
    <w:notTrueType/>
    <w:pitch w:val="variable"/>
    <w:sig w:usb0="20000083" w:usb1="2ADF3C10" w:usb2="00000016" w:usb3="00000000" w:csb0="00060107" w:csb1="00000000"/>
  </w:font>
  <w:font w:name="STIX Two Text Medium">
    <w:panose1 w:val="00000000000000000000"/>
    <w:charset w:val="00"/>
    <w:family w:val="auto"/>
    <w:pitch w:val="variable"/>
    <w:sig w:usb0="A00002FF" w:usb1="0000001F" w:usb2="00000000" w:usb3="00000000" w:csb0="0000019F" w:csb1="00000000"/>
  </w:font>
  <w:font w:name="思源宋体 CN">
    <w:altName w:val="宋体"/>
    <w:charset w:val="80"/>
    <w:family w:val="roman"/>
    <w:notTrueType/>
    <w:pitch w:val="variable"/>
    <w:sig w:usb0="20000083" w:usb1="2ADF3C10" w:usb2="00000016" w:usb3="00000000" w:csb0="00060107" w:csb1="00000000"/>
  </w:font>
  <w:font w:name="MS Mincho">
    <w:altName w:val="ＭＳ 明朝"/>
    <w:panose1 w:val="02020609040205080304"/>
    <w:charset w:val="80"/>
    <w:family w:val="modern"/>
    <w:pitch w:val="fixed"/>
    <w:sig w:usb0="E00002FF" w:usb1="6AC7FDFB" w:usb2="08000012" w:usb3="00000000" w:csb0="0002009F" w:csb1="00000000"/>
  </w:font>
  <w:font w:name="方正书宋简体">
    <w:altName w:val="宋体"/>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3100C" w14:textId="77777777" w:rsidR="001034A2" w:rsidRPr="00A27CEF" w:rsidRDefault="001034A2" w:rsidP="001034A2">
    <w:pPr>
      <w:pStyle w:val="af"/>
      <w:rPr>
        <w:rFonts w:ascii="Noto Serif" w:hAnsi="Noto Serif" w:cs="Noto Serif"/>
        <w:caps/>
        <w:color w:val="000000"/>
        <w:sz w:val="16"/>
        <w:szCs w:val="16"/>
      </w:rPr>
    </w:pPr>
    <w:r w:rsidRPr="00A27CEF">
      <w:rPr>
        <w:rFonts w:ascii="Noto Serif" w:hAnsi="Noto Serif" w:cs="Noto Serif"/>
        <w:caps/>
        <w:color w:val="000000"/>
        <w:sz w:val="16"/>
        <w:szCs w:val="16"/>
      </w:rPr>
      <w:fldChar w:fldCharType="begin"/>
    </w:r>
    <w:r w:rsidRPr="00A27CEF">
      <w:rPr>
        <w:rFonts w:ascii="Noto Serif" w:hAnsi="Noto Serif" w:cs="Noto Serif"/>
        <w:caps/>
        <w:color w:val="000000"/>
        <w:sz w:val="16"/>
        <w:szCs w:val="16"/>
      </w:rPr>
      <w:instrText>PAGE   \* MERGEFORMAT</w:instrText>
    </w:r>
    <w:r w:rsidRPr="00A27CEF">
      <w:rPr>
        <w:rFonts w:ascii="Noto Serif" w:hAnsi="Noto Serif" w:cs="Noto Serif"/>
        <w:caps/>
        <w:color w:val="000000"/>
        <w:sz w:val="16"/>
        <w:szCs w:val="16"/>
      </w:rPr>
      <w:fldChar w:fldCharType="separate"/>
    </w:r>
    <w:r w:rsidRPr="00A27CEF">
      <w:rPr>
        <w:rFonts w:ascii="Noto Serif" w:hAnsi="Noto Serif" w:cs="Noto Serif"/>
        <w:caps/>
        <w:color w:val="000000"/>
        <w:sz w:val="16"/>
        <w:szCs w:val="16"/>
        <w:lang w:val="zh-CN"/>
      </w:rPr>
      <w:t>2</w:t>
    </w:r>
    <w:r w:rsidRPr="00A27CEF">
      <w:rPr>
        <w:rFonts w:ascii="Noto Serif" w:hAnsi="Noto Serif" w:cs="Noto Serif"/>
        <w:caps/>
        <w:color w:val="000000"/>
        <w:sz w:val="16"/>
        <w:szCs w:val="16"/>
      </w:rPr>
      <w:fldChar w:fldCharType="end"/>
    </w:r>
  </w:p>
  <w:p w14:paraId="0CAB7FF1" w14:textId="77777777" w:rsidR="002E17D6" w:rsidRPr="001034A2" w:rsidRDefault="001034A2" w:rsidP="001034A2">
    <w:pPr>
      <w:pStyle w:val="J10-pageFooter"/>
      <w:jc w:val="right"/>
      <w:rPr>
        <w:sz w:val="16"/>
        <w:szCs w:val="16"/>
        <w:lang w:eastAsia="zh-CN"/>
      </w:rPr>
    </w:pPr>
    <w:r w:rsidRPr="001034A2">
      <w:rPr>
        <w:rFonts w:ascii="Noto Serif" w:hAnsi="Noto Serif" w:cs="Noto Serif"/>
        <w:sz w:val="16"/>
        <w:szCs w:val="16"/>
      </w:rPr>
      <w:t>www.shiharr.com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BB14D" w14:textId="77777777" w:rsidR="001034A2" w:rsidRPr="00E16861" w:rsidRDefault="001034A2" w:rsidP="00A35EB9">
    <w:pPr>
      <w:widowControl/>
      <w:pBdr>
        <w:bottom w:val="single" w:sz="6" w:space="1" w:color="auto"/>
      </w:pBdr>
      <w:spacing w:line="280" w:lineRule="exact"/>
      <w:ind w:left="800" w:hangingChars="500" w:hanging="800"/>
      <w:rPr>
        <w:rFonts w:ascii="Source Han Sans CN VF Normal" w:eastAsia="Source Han Sans CN VF Normal" w:hAnsi="Source Han Sans CN VF Normal" w:cs="方正书宋简体"/>
        <w:color w:val="000000"/>
        <w:sz w:val="16"/>
        <w:szCs w:val="16"/>
        <w:lang w:val="zh-CN"/>
      </w:rPr>
    </w:pPr>
    <w:r w:rsidRPr="00E16861">
      <w:rPr>
        <w:rFonts w:ascii="Noto Serif" w:hAnsi="Noto Serif" w:cs="Noto Serif"/>
        <w:caps/>
        <w:color w:val="000000"/>
        <w:sz w:val="16"/>
        <w:szCs w:val="16"/>
      </w:rPr>
      <w:fldChar w:fldCharType="begin"/>
    </w:r>
    <w:r w:rsidRPr="00E16861">
      <w:rPr>
        <w:rFonts w:ascii="Noto Serif" w:hAnsi="Noto Serif" w:cs="Noto Serif"/>
        <w:caps/>
        <w:color w:val="000000"/>
        <w:sz w:val="16"/>
        <w:szCs w:val="16"/>
      </w:rPr>
      <w:instrText>PAGE   \* MERGEFORMAT</w:instrText>
    </w:r>
    <w:r w:rsidRPr="00E16861">
      <w:rPr>
        <w:rFonts w:ascii="Noto Serif" w:hAnsi="Noto Serif" w:cs="Noto Serif"/>
        <w:caps/>
        <w:color w:val="000000"/>
        <w:sz w:val="16"/>
        <w:szCs w:val="16"/>
      </w:rPr>
      <w:fldChar w:fldCharType="separate"/>
    </w:r>
    <w:r w:rsidRPr="00E16861">
      <w:rPr>
        <w:rFonts w:ascii="Noto Serif" w:hAnsi="Noto Serif" w:cs="Noto Serif"/>
        <w:caps/>
        <w:color w:val="000000"/>
        <w:sz w:val="16"/>
        <w:szCs w:val="16"/>
        <w:lang w:val="zh-CN"/>
      </w:rPr>
      <w:t>2</w:t>
    </w:r>
    <w:r w:rsidRPr="00E16861">
      <w:rPr>
        <w:rFonts w:ascii="Noto Serif" w:hAnsi="Noto Serif" w:cs="Noto Serif"/>
        <w:caps/>
        <w:color w:val="000000"/>
        <w:sz w:val="16"/>
        <w:szCs w:val="16"/>
      </w:rPr>
      <w:fldChar w:fldCharType="end"/>
    </w:r>
    <w:r w:rsidR="00091EB3" w:rsidRPr="00E16861">
      <w:rPr>
        <w:rFonts w:ascii="Noto Serif" w:hAnsi="Noto Serif" w:cs="Noto Serif"/>
        <w:caps/>
        <w:color w:val="000000"/>
        <w:sz w:val="16"/>
        <w:szCs w:val="16"/>
      </w:rPr>
      <w:t>(</w:t>
    </w:r>
    <w:r w:rsidR="00091EB3" w:rsidRPr="00E16861">
      <w:rPr>
        <w:rFonts w:ascii="Noto Serif" w:hAnsi="Noto Serif" w:cs="Noto Serif" w:hint="eastAsia"/>
        <w:caps/>
        <w:color w:val="000000"/>
        <w:sz w:val="16"/>
        <w:szCs w:val="16"/>
      </w:rPr>
      <w:t>no</w:t>
    </w:r>
    <w:r w:rsidR="00091EB3" w:rsidRPr="00E16861">
      <w:rPr>
        <w:rFonts w:ascii="Noto Serif" w:hAnsi="Noto Serif" w:cs="Noto Serif"/>
        <w:caps/>
        <w:color w:val="000000"/>
        <w:sz w:val="16"/>
        <w:szCs w:val="16"/>
      </w:rPr>
      <w:t>to serif, 8)</w:t>
    </w:r>
  </w:p>
  <w:p w14:paraId="77142961" w14:textId="77777777" w:rsidR="002E17D6" w:rsidRPr="001034A2" w:rsidRDefault="001034A2" w:rsidP="00A35EB9">
    <w:pPr>
      <w:pStyle w:val="J10-pageFooter"/>
      <w:spacing w:line="280" w:lineRule="exact"/>
      <w:jc w:val="right"/>
      <w:rPr>
        <w:sz w:val="16"/>
        <w:szCs w:val="16"/>
        <w:lang w:eastAsia="zh-CN"/>
      </w:rPr>
    </w:pPr>
    <w:r w:rsidRPr="001034A2">
      <w:rPr>
        <w:rFonts w:ascii="Noto Serif" w:hAnsi="Noto Serif" w:cs="Noto Serif"/>
        <w:sz w:val="16"/>
        <w:szCs w:val="16"/>
        <w:lang w:eastAsia="zh-CN"/>
      </w:rPr>
      <w:t>www.shiharr.com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7BC61" w14:textId="77777777" w:rsidR="00AA54A9" w:rsidRDefault="00AA54A9" w:rsidP="002163BA">
      <w:r>
        <w:separator/>
      </w:r>
    </w:p>
  </w:footnote>
  <w:footnote w:type="continuationSeparator" w:id="0">
    <w:p w14:paraId="3801F4F4" w14:textId="77777777" w:rsidR="00AA54A9" w:rsidRDefault="00AA54A9" w:rsidP="00216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50C6D" w14:textId="77777777" w:rsidR="003A51C8" w:rsidRPr="009E2235" w:rsidRDefault="009E2235" w:rsidP="009E2235">
    <w:pPr>
      <w:pStyle w:val="af1"/>
      <w:pBdr>
        <w:top w:val="none" w:sz="0" w:space="0" w:color="auto"/>
        <w:left w:val="none" w:sz="0" w:space="0" w:color="auto"/>
        <w:bottom w:val="thinThickMediumGap" w:sz="24" w:space="1" w:color="auto"/>
        <w:right w:val="none" w:sz="0" w:space="0" w:color="auto"/>
      </w:pBdr>
      <w:rPr>
        <w:rFonts w:ascii="Source Han Serif SC VF" w:eastAsia="Source Han Serif SC VF" w:hAnsi="Source Han Serif SC VF"/>
        <w:b/>
        <w:bCs/>
        <w:sz w:val="24"/>
      </w:rPr>
    </w:pPr>
    <w:r w:rsidRPr="009E2235">
      <w:rPr>
        <w:rFonts w:ascii="Source Han Serif SC VF" w:eastAsia="Source Han Serif SC VF" w:hAnsi="Source Han Serif SC VF" w:cs="宋体" w:hint="eastAsia"/>
        <w:b/>
        <w:bCs/>
        <w:sz w:val="24"/>
      </w:rPr>
      <w:t xml:space="preserve">教育与教法 · </w:t>
    </w:r>
    <w:r w:rsidRPr="009E2235">
      <w:rPr>
        <w:rFonts w:ascii="Source Han Serif SC VF" w:eastAsia="Source Han Serif SC VF" w:hAnsi="Source Han Serif SC VF" w:cs="宋体" w:hint="eastAsia"/>
        <w:b/>
        <w:bCs/>
        <w:szCs w:val="18"/>
      </w:rPr>
      <w:t>部门类别</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6C7B5" w14:textId="77777777" w:rsidR="003A51C8" w:rsidRPr="009E2235" w:rsidRDefault="009E2235" w:rsidP="009E2235">
    <w:pPr>
      <w:pStyle w:val="af1"/>
      <w:pBdr>
        <w:top w:val="none" w:sz="0" w:space="0" w:color="auto"/>
        <w:left w:val="none" w:sz="0" w:space="0" w:color="auto"/>
        <w:bottom w:val="thinThickMediumGap" w:sz="24" w:space="1" w:color="auto"/>
        <w:right w:val="none" w:sz="0" w:space="0" w:color="auto"/>
      </w:pBdr>
      <w:rPr>
        <w:rFonts w:ascii="Source Han Serif SC VF" w:eastAsia="Source Han Serif SC VF" w:hAnsi="Source Han Serif SC VF"/>
        <w:b/>
        <w:bCs/>
        <w:sz w:val="24"/>
      </w:rPr>
    </w:pPr>
    <w:r w:rsidRPr="009E2235">
      <w:rPr>
        <w:rFonts w:ascii="Source Han Serif SC VF" w:eastAsia="Source Han Serif SC VF" w:hAnsi="Source Han Serif SC VF" w:cs="宋体" w:hint="eastAsia"/>
        <w:b/>
        <w:bCs/>
        <w:sz w:val="24"/>
      </w:rPr>
      <w:t xml:space="preserve">教育与教法 · </w:t>
    </w:r>
    <w:r w:rsidRPr="009E2235">
      <w:rPr>
        <w:rFonts w:ascii="Source Han Serif SC VF" w:eastAsia="Source Han Serif SC VF" w:hAnsi="Source Han Serif SC VF" w:cs="宋体" w:hint="eastAsia"/>
        <w:b/>
        <w:bCs/>
        <w:szCs w:val="18"/>
      </w:rPr>
      <w:t>部门类别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135E2"/>
    <w:multiLevelType w:val="multilevel"/>
    <w:tmpl w:val="0409001F"/>
    <w:numStyleLink w:val="111111"/>
  </w:abstractNum>
  <w:abstractNum w:abstractNumId="1" w15:restartNumberingAfterBreak="0">
    <w:nsid w:val="14082ECA"/>
    <w:multiLevelType w:val="multilevel"/>
    <w:tmpl w:val="C7744A9E"/>
    <w:lvl w:ilvl="0">
      <w:start w:val="3"/>
      <w:numFmt w:val="decimal"/>
      <w:lvlText w:val="%1."/>
      <w:lvlJc w:val="left"/>
      <w:pPr>
        <w:ind w:left="360" w:hanging="360"/>
      </w:pPr>
      <w:rPr>
        <w:rFonts w:eastAsia="宋体"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1E8E65AA"/>
    <w:multiLevelType w:val="multilevel"/>
    <w:tmpl w:val="0409001F"/>
    <w:numStyleLink w:val="111111"/>
  </w:abstractNum>
  <w:abstractNum w:abstractNumId="3" w15:restartNumberingAfterBreak="0">
    <w:nsid w:val="24E772A3"/>
    <w:multiLevelType w:val="multilevel"/>
    <w:tmpl w:val="3266C31C"/>
    <w:lvl w:ilvl="0">
      <w:start w:val="1"/>
      <w:numFmt w:val="decimal"/>
      <w:lvlText w:val="%1"/>
      <w:lvlJc w:val="left"/>
      <w:pPr>
        <w:ind w:left="440" w:hanging="440"/>
      </w:pPr>
      <w:rPr>
        <w:rFonts w:hint="default"/>
        <w:color w:val="auto"/>
      </w:rPr>
    </w:lvl>
    <w:lvl w:ilvl="1">
      <w:start w:val="1"/>
      <w:numFmt w:val="decimal"/>
      <w:lvlText w:val="%1.%2"/>
      <w:lvlJc w:val="left"/>
      <w:pPr>
        <w:ind w:left="440" w:hanging="4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4" w15:restartNumberingAfterBreak="0">
    <w:nsid w:val="321B0204"/>
    <w:multiLevelType w:val="multilevel"/>
    <w:tmpl w:val="0409001F"/>
    <w:numStyleLink w:val="111111"/>
  </w:abstractNum>
  <w:abstractNum w:abstractNumId="5" w15:restartNumberingAfterBreak="0">
    <w:nsid w:val="3E3F32FE"/>
    <w:multiLevelType w:val="multilevel"/>
    <w:tmpl w:val="0409001F"/>
    <w:styleLink w:val="111111"/>
    <w:lvl w:ilvl="0">
      <w:start w:val="1"/>
      <w:numFmt w:val="decimal"/>
      <w:pStyle w:val="07a"/>
      <w:lvlText w:val="%1."/>
      <w:lvlJc w:val="left"/>
      <w:pPr>
        <w:ind w:left="425" w:hanging="425"/>
      </w:pPr>
    </w:lvl>
    <w:lvl w:ilvl="1">
      <w:start w:val="1"/>
      <w:numFmt w:val="decimal"/>
      <w:pStyle w:val="07b"/>
      <w:lvlText w:val="%1.%2."/>
      <w:lvlJc w:val="left"/>
      <w:pPr>
        <w:ind w:left="567" w:hanging="567"/>
      </w:pPr>
    </w:lvl>
    <w:lvl w:ilvl="2">
      <w:start w:val="1"/>
      <w:numFmt w:val="decimal"/>
      <w:pStyle w:val="07c"/>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31A4932"/>
    <w:multiLevelType w:val="multilevel"/>
    <w:tmpl w:val="0409001F"/>
    <w:numStyleLink w:val="111111"/>
  </w:abstractNum>
  <w:abstractNum w:abstractNumId="7" w15:restartNumberingAfterBreak="0">
    <w:nsid w:val="660A513D"/>
    <w:multiLevelType w:val="multilevel"/>
    <w:tmpl w:val="C9742650"/>
    <w:lvl w:ilvl="0">
      <w:start w:val="1"/>
      <w:numFmt w:val="decimal"/>
      <w:lvlText w:val="%1."/>
      <w:lvlJc w:val="left"/>
      <w:pPr>
        <w:ind w:left="380" w:hanging="380"/>
      </w:pPr>
      <w:rPr>
        <w:rFonts w:eastAsia="宋体" w:hint="default"/>
        <w:b/>
      </w:rPr>
    </w:lvl>
    <w:lvl w:ilvl="1">
      <w:start w:val="1"/>
      <w:numFmt w:val="decimal"/>
      <w:lvlText w:val="%1.%2."/>
      <w:lvlJc w:val="left"/>
      <w:pPr>
        <w:ind w:left="720" w:hanging="720"/>
      </w:pPr>
      <w:rPr>
        <w:rFonts w:eastAsia="宋体" w:hint="default"/>
        <w:b/>
      </w:rPr>
    </w:lvl>
    <w:lvl w:ilvl="2">
      <w:start w:val="1"/>
      <w:numFmt w:val="decimal"/>
      <w:lvlText w:val="%1.%2.%3."/>
      <w:lvlJc w:val="left"/>
      <w:pPr>
        <w:ind w:left="720" w:hanging="720"/>
      </w:pPr>
      <w:rPr>
        <w:rFonts w:eastAsia="宋体" w:hint="default"/>
        <w:b/>
      </w:rPr>
    </w:lvl>
    <w:lvl w:ilvl="3">
      <w:start w:val="1"/>
      <w:numFmt w:val="decimal"/>
      <w:lvlText w:val="%1.%2.%3.%4."/>
      <w:lvlJc w:val="left"/>
      <w:pPr>
        <w:ind w:left="1080" w:hanging="1080"/>
      </w:pPr>
      <w:rPr>
        <w:rFonts w:eastAsia="宋体" w:hint="default"/>
        <w:b/>
      </w:rPr>
    </w:lvl>
    <w:lvl w:ilvl="4">
      <w:start w:val="1"/>
      <w:numFmt w:val="decimal"/>
      <w:lvlText w:val="%1.%2.%3.%4.%5."/>
      <w:lvlJc w:val="left"/>
      <w:pPr>
        <w:ind w:left="1080" w:hanging="1080"/>
      </w:pPr>
      <w:rPr>
        <w:rFonts w:eastAsia="宋体" w:hint="default"/>
        <w:b/>
      </w:rPr>
    </w:lvl>
    <w:lvl w:ilvl="5">
      <w:start w:val="1"/>
      <w:numFmt w:val="decimal"/>
      <w:lvlText w:val="%1.%2.%3.%4.%5.%6."/>
      <w:lvlJc w:val="left"/>
      <w:pPr>
        <w:ind w:left="1440" w:hanging="1440"/>
      </w:pPr>
      <w:rPr>
        <w:rFonts w:eastAsia="宋体" w:hint="default"/>
        <w:b/>
      </w:rPr>
    </w:lvl>
    <w:lvl w:ilvl="6">
      <w:start w:val="1"/>
      <w:numFmt w:val="decimal"/>
      <w:lvlText w:val="%1.%2.%3.%4.%5.%6.%7."/>
      <w:lvlJc w:val="left"/>
      <w:pPr>
        <w:ind w:left="1440" w:hanging="1440"/>
      </w:pPr>
      <w:rPr>
        <w:rFonts w:eastAsia="宋体" w:hint="default"/>
        <w:b/>
      </w:rPr>
    </w:lvl>
    <w:lvl w:ilvl="7">
      <w:start w:val="1"/>
      <w:numFmt w:val="decimal"/>
      <w:lvlText w:val="%1.%2.%3.%4.%5.%6.%7.%8."/>
      <w:lvlJc w:val="left"/>
      <w:pPr>
        <w:ind w:left="1800" w:hanging="1800"/>
      </w:pPr>
      <w:rPr>
        <w:rFonts w:eastAsia="宋体" w:hint="default"/>
        <w:b/>
      </w:rPr>
    </w:lvl>
    <w:lvl w:ilvl="8">
      <w:start w:val="1"/>
      <w:numFmt w:val="decimal"/>
      <w:lvlText w:val="%1.%2.%3.%4.%5.%6.%7.%8.%9."/>
      <w:lvlJc w:val="left"/>
      <w:pPr>
        <w:ind w:left="1800" w:hanging="1800"/>
      </w:pPr>
      <w:rPr>
        <w:rFonts w:eastAsia="宋体" w:hint="default"/>
        <w:b/>
      </w:rPr>
    </w:lvl>
  </w:abstractNum>
  <w:num w:numId="1" w16cid:durableId="652175348">
    <w:abstractNumId w:val="7"/>
  </w:num>
  <w:num w:numId="2" w16cid:durableId="1114712706">
    <w:abstractNumId w:val="1"/>
  </w:num>
  <w:num w:numId="3" w16cid:durableId="2116366711">
    <w:abstractNumId w:val="3"/>
  </w:num>
  <w:num w:numId="4" w16cid:durableId="1485702469">
    <w:abstractNumId w:val="5"/>
  </w:num>
  <w:num w:numId="5" w16cid:durableId="1476994855">
    <w:abstractNumId w:val="6"/>
  </w:num>
  <w:num w:numId="6" w16cid:durableId="996691510">
    <w:abstractNumId w:val="2"/>
  </w:num>
  <w:num w:numId="7" w16cid:durableId="878513341">
    <w:abstractNumId w:val="4"/>
  </w:num>
  <w:num w:numId="8" w16cid:durableId="1419328698">
    <w:abstractNumId w:val="0"/>
    <w:lvlOverride w:ilvl="2">
      <w:lvl w:ilvl="2">
        <w:start w:val="1"/>
        <w:numFmt w:val="decimal"/>
        <w:lvlText w:val="%1.%2.%3."/>
        <w:lvlJc w:val="left"/>
        <w:pPr>
          <w:ind w:left="709" w:hanging="709"/>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3DC"/>
    <w:rsid w:val="0000097A"/>
    <w:rsid w:val="0000126B"/>
    <w:rsid w:val="00037739"/>
    <w:rsid w:val="00091EB3"/>
    <w:rsid w:val="000964CE"/>
    <w:rsid w:val="001034A2"/>
    <w:rsid w:val="0011573C"/>
    <w:rsid w:val="00115C29"/>
    <w:rsid w:val="00125CC3"/>
    <w:rsid w:val="0014252A"/>
    <w:rsid w:val="001701C9"/>
    <w:rsid w:val="001A0834"/>
    <w:rsid w:val="001D6189"/>
    <w:rsid w:val="0020550F"/>
    <w:rsid w:val="002145BD"/>
    <w:rsid w:val="002163BA"/>
    <w:rsid w:val="00235B39"/>
    <w:rsid w:val="00252DBE"/>
    <w:rsid w:val="002844AA"/>
    <w:rsid w:val="002A03DC"/>
    <w:rsid w:val="002B500B"/>
    <w:rsid w:val="002C368F"/>
    <w:rsid w:val="002D5196"/>
    <w:rsid w:val="002E0722"/>
    <w:rsid w:val="002E17D6"/>
    <w:rsid w:val="002F36F3"/>
    <w:rsid w:val="002F3A50"/>
    <w:rsid w:val="00300A30"/>
    <w:rsid w:val="003146F4"/>
    <w:rsid w:val="00315A3C"/>
    <w:rsid w:val="00333DC6"/>
    <w:rsid w:val="00335682"/>
    <w:rsid w:val="003463DF"/>
    <w:rsid w:val="00366757"/>
    <w:rsid w:val="0038709B"/>
    <w:rsid w:val="00390F1A"/>
    <w:rsid w:val="00394817"/>
    <w:rsid w:val="003A364D"/>
    <w:rsid w:val="003A51C8"/>
    <w:rsid w:val="003A5CF2"/>
    <w:rsid w:val="003E1355"/>
    <w:rsid w:val="003F34C9"/>
    <w:rsid w:val="00411F83"/>
    <w:rsid w:val="0043128C"/>
    <w:rsid w:val="00440996"/>
    <w:rsid w:val="00472E22"/>
    <w:rsid w:val="004845A3"/>
    <w:rsid w:val="004B3F98"/>
    <w:rsid w:val="004C2C5A"/>
    <w:rsid w:val="004C6BE0"/>
    <w:rsid w:val="004D3E0A"/>
    <w:rsid w:val="004F2209"/>
    <w:rsid w:val="004F4194"/>
    <w:rsid w:val="0051229C"/>
    <w:rsid w:val="00513C7D"/>
    <w:rsid w:val="005533F9"/>
    <w:rsid w:val="00561223"/>
    <w:rsid w:val="005759F8"/>
    <w:rsid w:val="005851F9"/>
    <w:rsid w:val="005D3735"/>
    <w:rsid w:val="005D3A6B"/>
    <w:rsid w:val="005F63E8"/>
    <w:rsid w:val="00606C01"/>
    <w:rsid w:val="00610BE0"/>
    <w:rsid w:val="00610CC6"/>
    <w:rsid w:val="00621EF0"/>
    <w:rsid w:val="0062689B"/>
    <w:rsid w:val="006C5DBD"/>
    <w:rsid w:val="006D4325"/>
    <w:rsid w:val="006E6FE8"/>
    <w:rsid w:val="006F5921"/>
    <w:rsid w:val="00720D70"/>
    <w:rsid w:val="00726CD9"/>
    <w:rsid w:val="00747062"/>
    <w:rsid w:val="00780AFE"/>
    <w:rsid w:val="007B375D"/>
    <w:rsid w:val="007B7C4A"/>
    <w:rsid w:val="0080142A"/>
    <w:rsid w:val="00806330"/>
    <w:rsid w:val="00807692"/>
    <w:rsid w:val="00807AC4"/>
    <w:rsid w:val="00810036"/>
    <w:rsid w:val="008D1FD0"/>
    <w:rsid w:val="008E51D3"/>
    <w:rsid w:val="00925956"/>
    <w:rsid w:val="009472BD"/>
    <w:rsid w:val="0096668F"/>
    <w:rsid w:val="00996E9F"/>
    <w:rsid w:val="009E2235"/>
    <w:rsid w:val="009E3C9F"/>
    <w:rsid w:val="009E7A4B"/>
    <w:rsid w:val="00A27CEF"/>
    <w:rsid w:val="00A35EB9"/>
    <w:rsid w:val="00A428A0"/>
    <w:rsid w:val="00A51207"/>
    <w:rsid w:val="00A614C1"/>
    <w:rsid w:val="00AA54A9"/>
    <w:rsid w:val="00AB5C70"/>
    <w:rsid w:val="00AD7214"/>
    <w:rsid w:val="00AE7CDB"/>
    <w:rsid w:val="00B247B9"/>
    <w:rsid w:val="00B26277"/>
    <w:rsid w:val="00B323EB"/>
    <w:rsid w:val="00B3502F"/>
    <w:rsid w:val="00B4539C"/>
    <w:rsid w:val="00B45B98"/>
    <w:rsid w:val="00B752F1"/>
    <w:rsid w:val="00B802DD"/>
    <w:rsid w:val="00B84CBD"/>
    <w:rsid w:val="00BA2417"/>
    <w:rsid w:val="00BC209D"/>
    <w:rsid w:val="00BE59E2"/>
    <w:rsid w:val="00BF7EFC"/>
    <w:rsid w:val="00C8772C"/>
    <w:rsid w:val="00CA1C5E"/>
    <w:rsid w:val="00CA40A7"/>
    <w:rsid w:val="00CC6D07"/>
    <w:rsid w:val="00CD1AA8"/>
    <w:rsid w:val="00CD667D"/>
    <w:rsid w:val="00D016C0"/>
    <w:rsid w:val="00D3102D"/>
    <w:rsid w:val="00D3552A"/>
    <w:rsid w:val="00D46D6C"/>
    <w:rsid w:val="00D84DDF"/>
    <w:rsid w:val="00D96C9C"/>
    <w:rsid w:val="00D97BE9"/>
    <w:rsid w:val="00DA7950"/>
    <w:rsid w:val="00DD6F34"/>
    <w:rsid w:val="00DF00C4"/>
    <w:rsid w:val="00DF4822"/>
    <w:rsid w:val="00E16861"/>
    <w:rsid w:val="00E22152"/>
    <w:rsid w:val="00E36EEC"/>
    <w:rsid w:val="00E3777F"/>
    <w:rsid w:val="00E42F6B"/>
    <w:rsid w:val="00EA4D15"/>
    <w:rsid w:val="00EB2F0F"/>
    <w:rsid w:val="00ED6011"/>
    <w:rsid w:val="00EF63D6"/>
    <w:rsid w:val="00F060FE"/>
    <w:rsid w:val="00F2762D"/>
    <w:rsid w:val="00F80DCD"/>
    <w:rsid w:val="00F80FEE"/>
    <w:rsid w:val="00FA02B3"/>
    <w:rsid w:val="00FB081D"/>
    <w:rsid w:val="00FC074C"/>
    <w:rsid w:val="00FC71CB"/>
    <w:rsid w:val="00FD21C3"/>
    <w:rsid w:val="00FD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F32D3"/>
  <w15:chartTrackingRefBased/>
  <w15:docId w15:val="{F2C727B3-9FAF-1648-AD4D-7A32C607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2F1"/>
    <w:pPr>
      <w:widowControl w:val="0"/>
      <w:jc w:val="both"/>
    </w:pPr>
    <w:rPr>
      <w:rFonts w:ascii="Times New Roman" w:eastAsia="t" w:hAnsi="Times New Roman"/>
      <w:kern w:val="2"/>
      <w:sz w:val="21"/>
      <w:szCs w:val="24"/>
    </w:rPr>
  </w:style>
  <w:style w:type="paragraph" w:styleId="1">
    <w:name w:val="heading 1"/>
    <w:basedOn w:val="a"/>
    <w:next w:val="a"/>
    <w:link w:val="10"/>
    <w:uiPriority w:val="9"/>
    <w:qFormat/>
    <w:rsid w:val="00E36EEC"/>
    <w:pPr>
      <w:keepNext/>
      <w:keepLines/>
      <w:spacing w:before="480" w:after="80"/>
      <w:outlineLvl w:val="0"/>
    </w:pPr>
    <w:rPr>
      <w:rFonts w:ascii="等线 Light" w:eastAsia="等线 Light" w:hAnsi="等线 Light"/>
      <w:color w:val="0F4761"/>
      <w:sz w:val="48"/>
      <w:szCs w:val="48"/>
    </w:rPr>
  </w:style>
  <w:style w:type="paragraph" w:styleId="2">
    <w:name w:val="heading 2"/>
    <w:basedOn w:val="a"/>
    <w:next w:val="a"/>
    <w:link w:val="20"/>
    <w:uiPriority w:val="9"/>
    <w:semiHidden/>
    <w:unhideWhenUsed/>
    <w:qFormat/>
    <w:rsid w:val="00E36EEC"/>
    <w:pPr>
      <w:keepNext/>
      <w:keepLines/>
      <w:spacing w:before="160" w:after="80"/>
      <w:outlineLvl w:val="1"/>
    </w:pPr>
    <w:rPr>
      <w:rFonts w:ascii="等线 Light" w:eastAsia="等线 Light" w:hAnsi="等线 Light"/>
      <w:color w:val="0F4761"/>
      <w:sz w:val="40"/>
      <w:szCs w:val="40"/>
    </w:rPr>
  </w:style>
  <w:style w:type="paragraph" w:styleId="3">
    <w:name w:val="heading 3"/>
    <w:basedOn w:val="a"/>
    <w:next w:val="a"/>
    <w:link w:val="30"/>
    <w:uiPriority w:val="9"/>
    <w:semiHidden/>
    <w:unhideWhenUsed/>
    <w:qFormat/>
    <w:rsid w:val="00E36EEC"/>
    <w:pPr>
      <w:keepNext/>
      <w:keepLines/>
      <w:spacing w:before="160" w:after="80"/>
      <w:outlineLvl w:val="2"/>
    </w:pPr>
    <w:rPr>
      <w:rFonts w:ascii="等线 Light" w:eastAsia="等线 Light" w:hAnsi="等线 Light"/>
      <w:color w:val="0F4761"/>
      <w:sz w:val="32"/>
      <w:szCs w:val="32"/>
    </w:rPr>
  </w:style>
  <w:style w:type="paragraph" w:styleId="4">
    <w:name w:val="heading 4"/>
    <w:basedOn w:val="a"/>
    <w:next w:val="a"/>
    <w:link w:val="40"/>
    <w:uiPriority w:val="9"/>
    <w:semiHidden/>
    <w:unhideWhenUsed/>
    <w:qFormat/>
    <w:rsid w:val="00E36EEC"/>
    <w:pPr>
      <w:keepNext/>
      <w:keepLines/>
      <w:spacing w:before="80" w:after="40"/>
      <w:outlineLvl w:val="3"/>
    </w:pPr>
    <w:rPr>
      <w:color w:val="0F4761"/>
      <w:sz w:val="28"/>
      <w:szCs w:val="28"/>
    </w:rPr>
  </w:style>
  <w:style w:type="paragraph" w:styleId="5">
    <w:name w:val="heading 5"/>
    <w:basedOn w:val="a"/>
    <w:next w:val="a"/>
    <w:link w:val="50"/>
    <w:uiPriority w:val="9"/>
    <w:semiHidden/>
    <w:unhideWhenUsed/>
    <w:qFormat/>
    <w:rsid w:val="00E36EEC"/>
    <w:pPr>
      <w:keepNext/>
      <w:keepLines/>
      <w:spacing w:before="80" w:after="40"/>
      <w:outlineLvl w:val="4"/>
    </w:pPr>
    <w:rPr>
      <w:color w:val="0F4761"/>
      <w:sz w:val="24"/>
    </w:rPr>
  </w:style>
  <w:style w:type="paragraph" w:styleId="6">
    <w:name w:val="heading 6"/>
    <w:basedOn w:val="a"/>
    <w:next w:val="a"/>
    <w:link w:val="60"/>
    <w:uiPriority w:val="9"/>
    <w:semiHidden/>
    <w:unhideWhenUsed/>
    <w:qFormat/>
    <w:rsid w:val="00E36EEC"/>
    <w:pPr>
      <w:keepNext/>
      <w:keepLines/>
      <w:spacing w:before="40"/>
      <w:outlineLvl w:val="5"/>
    </w:pPr>
    <w:rPr>
      <w:b/>
      <w:bCs/>
      <w:color w:val="0F4761"/>
    </w:rPr>
  </w:style>
  <w:style w:type="paragraph" w:styleId="7">
    <w:name w:val="heading 7"/>
    <w:basedOn w:val="a"/>
    <w:next w:val="a"/>
    <w:link w:val="70"/>
    <w:uiPriority w:val="9"/>
    <w:semiHidden/>
    <w:unhideWhenUsed/>
    <w:qFormat/>
    <w:rsid w:val="00E36EEC"/>
    <w:pPr>
      <w:keepNext/>
      <w:keepLines/>
      <w:spacing w:before="40"/>
      <w:outlineLvl w:val="6"/>
    </w:pPr>
    <w:rPr>
      <w:b/>
      <w:bCs/>
      <w:color w:val="595959"/>
    </w:rPr>
  </w:style>
  <w:style w:type="paragraph" w:styleId="8">
    <w:name w:val="heading 8"/>
    <w:basedOn w:val="a"/>
    <w:next w:val="a"/>
    <w:link w:val="80"/>
    <w:uiPriority w:val="9"/>
    <w:semiHidden/>
    <w:unhideWhenUsed/>
    <w:qFormat/>
    <w:rsid w:val="00E36EEC"/>
    <w:pPr>
      <w:keepNext/>
      <w:keepLines/>
      <w:outlineLvl w:val="7"/>
    </w:pPr>
    <w:rPr>
      <w:color w:val="595959"/>
    </w:rPr>
  </w:style>
  <w:style w:type="paragraph" w:styleId="9">
    <w:name w:val="heading 9"/>
    <w:basedOn w:val="a"/>
    <w:next w:val="a"/>
    <w:link w:val="90"/>
    <w:uiPriority w:val="9"/>
    <w:semiHidden/>
    <w:unhideWhenUsed/>
    <w:qFormat/>
    <w:rsid w:val="00E36EEC"/>
    <w:pPr>
      <w:keepNext/>
      <w:keepLines/>
      <w:outlineLvl w:val="8"/>
    </w:pPr>
    <w:rPr>
      <w:rFonts w:eastAsia="等线 Light"/>
      <w:color w:val="59595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sid w:val="00E36EEC"/>
    <w:rPr>
      <w:rFonts w:ascii="等线 Light" w:eastAsia="等线 Light" w:hAnsi="等线 Light" w:cs="Times New Roman"/>
      <w:color w:val="0F4761"/>
      <w:sz w:val="48"/>
      <w:szCs w:val="48"/>
    </w:rPr>
  </w:style>
  <w:style w:type="character" w:customStyle="1" w:styleId="20">
    <w:name w:val="标题 2 字符"/>
    <w:link w:val="2"/>
    <w:uiPriority w:val="9"/>
    <w:semiHidden/>
    <w:rsid w:val="00E36EEC"/>
    <w:rPr>
      <w:rFonts w:ascii="等线 Light" w:eastAsia="等线 Light" w:hAnsi="等线 Light" w:cs="Times New Roman"/>
      <w:color w:val="0F4761"/>
      <w:sz w:val="40"/>
      <w:szCs w:val="40"/>
    </w:rPr>
  </w:style>
  <w:style w:type="character" w:customStyle="1" w:styleId="30">
    <w:name w:val="标题 3 字符"/>
    <w:link w:val="3"/>
    <w:uiPriority w:val="9"/>
    <w:semiHidden/>
    <w:rsid w:val="00E36EEC"/>
    <w:rPr>
      <w:rFonts w:ascii="等线 Light" w:eastAsia="等线 Light" w:hAnsi="等线 Light" w:cs="Times New Roman"/>
      <w:color w:val="0F4761"/>
      <w:sz w:val="32"/>
      <w:szCs w:val="32"/>
    </w:rPr>
  </w:style>
  <w:style w:type="character" w:customStyle="1" w:styleId="40">
    <w:name w:val="标题 4 字符"/>
    <w:link w:val="4"/>
    <w:uiPriority w:val="9"/>
    <w:semiHidden/>
    <w:rsid w:val="00E36EEC"/>
    <w:rPr>
      <w:rFonts w:cs="Times New Roman"/>
      <w:color w:val="0F4761"/>
      <w:sz w:val="28"/>
      <w:szCs w:val="28"/>
    </w:rPr>
  </w:style>
  <w:style w:type="character" w:customStyle="1" w:styleId="50">
    <w:name w:val="标题 5 字符"/>
    <w:link w:val="5"/>
    <w:uiPriority w:val="9"/>
    <w:semiHidden/>
    <w:rsid w:val="00E36EEC"/>
    <w:rPr>
      <w:rFonts w:cs="Times New Roman"/>
      <w:color w:val="0F4761"/>
      <w:sz w:val="24"/>
    </w:rPr>
  </w:style>
  <w:style w:type="character" w:customStyle="1" w:styleId="60">
    <w:name w:val="标题 6 字符"/>
    <w:link w:val="6"/>
    <w:uiPriority w:val="9"/>
    <w:semiHidden/>
    <w:rsid w:val="00E36EEC"/>
    <w:rPr>
      <w:rFonts w:cs="Times New Roman"/>
      <w:b/>
      <w:bCs/>
      <w:color w:val="0F4761"/>
    </w:rPr>
  </w:style>
  <w:style w:type="character" w:customStyle="1" w:styleId="70">
    <w:name w:val="标题 7 字符"/>
    <w:link w:val="7"/>
    <w:uiPriority w:val="9"/>
    <w:semiHidden/>
    <w:rsid w:val="00E36EEC"/>
    <w:rPr>
      <w:rFonts w:cs="Times New Roman"/>
      <w:b/>
      <w:bCs/>
      <w:color w:val="595959"/>
    </w:rPr>
  </w:style>
  <w:style w:type="character" w:customStyle="1" w:styleId="80">
    <w:name w:val="标题 8 字符"/>
    <w:link w:val="8"/>
    <w:uiPriority w:val="9"/>
    <w:semiHidden/>
    <w:rsid w:val="00E36EEC"/>
    <w:rPr>
      <w:rFonts w:cs="Times New Roman"/>
      <w:color w:val="595959"/>
    </w:rPr>
  </w:style>
  <w:style w:type="character" w:customStyle="1" w:styleId="90">
    <w:name w:val="标题 9 字符"/>
    <w:link w:val="9"/>
    <w:uiPriority w:val="9"/>
    <w:semiHidden/>
    <w:rsid w:val="00E36EEC"/>
    <w:rPr>
      <w:rFonts w:eastAsia="等线 Light" w:cs="Times New Roman"/>
      <w:color w:val="595959"/>
    </w:rPr>
  </w:style>
  <w:style w:type="paragraph" w:styleId="a3">
    <w:name w:val="Title"/>
    <w:basedOn w:val="a"/>
    <w:next w:val="a"/>
    <w:link w:val="a4"/>
    <w:uiPriority w:val="10"/>
    <w:qFormat/>
    <w:rsid w:val="00E36EEC"/>
    <w:pPr>
      <w:spacing w:after="80"/>
      <w:contextualSpacing/>
      <w:jc w:val="center"/>
    </w:pPr>
    <w:rPr>
      <w:rFonts w:ascii="等线 Light" w:eastAsia="等线 Light" w:hAnsi="等线 Light"/>
      <w:spacing w:val="-10"/>
      <w:kern w:val="28"/>
      <w:sz w:val="56"/>
      <w:szCs w:val="56"/>
    </w:rPr>
  </w:style>
  <w:style w:type="character" w:customStyle="1" w:styleId="a4">
    <w:name w:val="标题 字符"/>
    <w:link w:val="a3"/>
    <w:uiPriority w:val="10"/>
    <w:rsid w:val="00E36EEC"/>
    <w:rPr>
      <w:rFonts w:ascii="等线 Light" w:eastAsia="等线 Light" w:hAnsi="等线 Light" w:cs="Times New Roman"/>
      <w:spacing w:val="-10"/>
      <w:kern w:val="28"/>
      <w:sz w:val="56"/>
      <w:szCs w:val="56"/>
    </w:rPr>
  </w:style>
  <w:style w:type="paragraph" w:styleId="a5">
    <w:name w:val="Subtitle"/>
    <w:basedOn w:val="a"/>
    <w:next w:val="a"/>
    <w:link w:val="a6"/>
    <w:uiPriority w:val="11"/>
    <w:qFormat/>
    <w:rsid w:val="00E36EEC"/>
    <w:pPr>
      <w:numPr>
        <w:ilvl w:val="1"/>
      </w:numPr>
      <w:spacing w:after="160"/>
      <w:jc w:val="center"/>
    </w:pPr>
    <w:rPr>
      <w:rFonts w:ascii="等线 Light" w:eastAsia="等线 Light" w:hAnsi="等线 Light"/>
      <w:color w:val="595959"/>
      <w:spacing w:val="15"/>
      <w:sz w:val="28"/>
      <w:szCs w:val="28"/>
    </w:rPr>
  </w:style>
  <w:style w:type="character" w:customStyle="1" w:styleId="a6">
    <w:name w:val="副标题 字符"/>
    <w:link w:val="a5"/>
    <w:uiPriority w:val="11"/>
    <w:rsid w:val="00E36EEC"/>
    <w:rPr>
      <w:rFonts w:ascii="等线 Light" w:eastAsia="等线 Light" w:hAnsi="等线 Light" w:cs="Times New Roman"/>
      <w:color w:val="595959"/>
      <w:spacing w:val="15"/>
      <w:sz w:val="28"/>
      <w:szCs w:val="28"/>
    </w:rPr>
  </w:style>
  <w:style w:type="paragraph" w:styleId="a7">
    <w:name w:val="Quote"/>
    <w:basedOn w:val="a"/>
    <w:next w:val="a"/>
    <w:link w:val="a8"/>
    <w:uiPriority w:val="29"/>
    <w:qFormat/>
    <w:rsid w:val="00E36EEC"/>
    <w:pPr>
      <w:spacing w:before="160" w:after="160"/>
      <w:jc w:val="center"/>
    </w:pPr>
    <w:rPr>
      <w:i/>
      <w:iCs/>
      <w:color w:val="404040"/>
    </w:rPr>
  </w:style>
  <w:style w:type="character" w:customStyle="1" w:styleId="a8">
    <w:name w:val="引用 字符"/>
    <w:link w:val="a7"/>
    <w:uiPriority w:val="29"/>
    <w:rsid w:val="00E36EEC"/>
    <w:rPr>
      <w:i/>
      <w:iCs/>
      <w:color w:val="404040"/>
    </w:rPr>
  </w:style>
  <w:style w:type="paragraph" w:styleId="a9">
    <w:name w:val="List Paragraph"/>
    <w:basedOn w:val="a"/>
    <w:uiPriority w:val="34"/>
    <w:qFormat/>
    <w:rsid w:val="00E36EEC"/>
    <w:pPr>
      <w:ind w:left="720"/>
      <w:contextualSpacing/>
    </w:pPr>
  </w:style>
  <w:style w:type="character" w:styleId="aa">
    <w:name w:val="Intense Emphasis"/>
    <w:uiPriority w:val="21"/>
    <w:qFormat/>
    <w:rsid w:val="00E36EEC"/>
    <w:rPr>
      <w:i/>
      <w:iCs/>
      <w:color w:val="0F4761"/>
    </w:rPr>
  </w:style>
  <w:style w:type="paragraph" w:styleId="ab">
    <w:name w:val="Intense Quote"/>
    <w:basedOn w:val="a"/>
    <w:next w:val="a"/>
    <w:link w:val="ac"/>
    <w:uiPriority w:val="30"/>
    <w:qFormat/>
    <w:rsid w:val="00E36EEC"/>
    <w:pPr>
      <w:pBdr>
        <w:top w:val="single" w:sz="4" w:space="10" w:color="0F4761"/>
        <w:bottom w:val="single" w:sz="4" w:space="10" w:color="0F4761"/>
      </w:pBdr>
      <w:spacing w:before="360" w:after="360"/>
      <w:ind w:left="864" w:right="864"/>
      <w:jc w:val="center"/>
    </w:pPr>
    <w:rPr>
      <w:i/>
      <w:iCs/>
      <w:color w:val="0F4761"/>
    </w:rPr>
  </w:style>
  <w:style w:type="character" w:customStyle="1" w:styleId="ac">
    <w:name w:val="明显引用 字符"/>
    <w:link w:val="ab"/>
    <w:uiPriority w:val="30"/>
    <w:rsid w:val="00E36EEC"/>
    <w:rPr>
      <w:i/>
      <w:iCs/>
      <w:color w:val="0F4761"/>
    </w:rPr>
  </w:style>
  <w:style w:type="character" w:styleId="ad">
    <w:name w:val="Intense Reference"/>
    <w:uiPriority w:val="32"/>
    <w:qFormat/>
    <w:rsid w:val="00E36EEC"/>
    <w:rPr>
      <w:b/>
      <w:bCs/>
      <w:smallCaps/>
      <w:color w:val="0F4761"/>
      <w:spacing w:val="5"/>
    </w:rPr>
  </w:style>
  <w:style w:type="paragraph" w:styleId="ae">
    <w:name w:val="Normal Indent"/>
    <w:basedOn w:val="a"/>
    <w:qFormat/>
    <w:rsid w:val="00B752F1"/>
    <w:pPr>
      <w:ind w:left="720"/>
    </w:pPr>
  </w:style>
  <w:style w:type="paragraph" w:styleId="af">
    <w:name w:val="footer"/>
    <w:basedOn w:val="a"/>
    <w:link w:val="af0"/>
    <w:uiPriority w:val="99"/>
    <w:qFormat/>
    <w:rsid w:val="00B752F1"/>
    <w:pPr>
      <w:tabs>
        <w:tab w:val="center" w:pos="4153"/>
        <w:tab w:val="right" w:pos="8306"/>
      </w:tabs>
      <w:snapToGrid w:val="0"/>
      <w:jc w:val="left"/>
    </w:pPr>
    <w:rPr>
      <w:sz w:val="18"/>
    </w:rPr>
  </w:style>
  <w:style w:type="character" w:customStyle="1" w:styleId="af0">
    <w:name w:val="页脚 字符"/>
    <w:link w:val="af"/>
    <w:uiPriority w:val="99"/>
    <w:rsid w:val="00B752F1"/>
    <w:rPr>
      <w:rFonts w:ascii="Times New Roman" w:eastAsia="t" w:hAnsi="Times New Roman"/>
      <w:sz w:val="18"/>
    </w:rPr>
  </w:style>
  <w:style w:type="paragraph" w:styleId="af1">
    <w:name w:val="header"/>
    <w:basedOn w:val="a"/>
    <w:link w:val="af2"/>
    <w:qFormat/>
    <w:rsid w:val="00B752F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f2">
    <w:name w:val="页眉 字符"/>
    <w:link w:val="af1"/>
    <w:rsid w:val="00B752F1"/>
    <w:rPr>
      <w:rFonts w:ascii="Times New Roman" w:eastAsia="t" w:hAnsi="Times New Roman"/>
      <w:sz w:val="18"/>
    </w:rPr>
  </w:style>
  <w:style w:type="paragraph" w:styleId="af3">
    <w:name w:val="Normal (Web)"/>
    <w:basedOn w:val="a"/>
    <w:uiPriority w:val="99"/>
    <w:qFormat/>
    <w:rsid w:val="00B752F1"/>
    <w:pPr>
      <w:spacing w:beforeAutospacing="1" w:afterAutospacing="1"/>
      <w:jc w:val="left"/>
    </w:pPr>
    <w:rPr>
      <w:kern w:val="0"/>
      <w:sz w:val="24"/>
    </w:rPr>
  </w:style>
  <w:style w:type="table" w:styleId="af4">
    <w:name w:val="Table Grid"/>
    <w:basedOn w:val="a1"/>
    <w:qFormat/>
    <w:rsid w:val="00B752F1"/>
    <w:pPr>
      <w:widowControl w:val="0"/>
      <w:jc w:val="both"/>
    </w:pPr>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qFormat/>
    <w:rsid w:val="00B752F1"/>
    <w:rPr>
      <w:color w:val="0000FF"/>
      <w:u w:val="single"/>
    </w:rPr>
  </w:style>
  <w:style w:type="paragraph" w:styleId="af6">
    <w:name w:val="No Spacing"/>
    <w:qFormat/>
    <w:rsid w:val="00B752F1"/>
    <w:rPr>
      <w:rFonts w:ascii="Times New Roman" w:hAnsi="Times New Roman"/>
      <w:sz w:val="24"/>
      <w:szCs w:val="22"/>
      <w:lang w:eastAsia="en-US"/>
    </w:rPr>
  </w:style>
  <w:style w:type="character" w:customStyle="1" w:styleId="fontstyle01">
    <w:name w:val="fontstyle01"/>
    <w:qFormat/>
    <w:rsid w:val="00B752F1"/>
    <w:rPr>
      <w:rFonts w:ascii="Cambria" w:hAnsi="Cambria" w:hint="default"/>
      <w:color w:val="000000"/>
      <w:sz w:val="24"/>
      <w:szCs w:val="24"/>
    </w:rPr>
  </w:style>
  <w:style w:type="character" w:customStyle="1" w:styleId="fontstyle61">
    <w:name w:val="fontstyle61"/>
    <w:qFormat/>
    <w:rsid w:val="00B752F1"/>
    <w:rPr>
      <w:rFonts w:ascii="Cambria-BoldItalic" w:hAnsi="Cambria-BoldItalic" w:hint="default"/>
      <w:b/>
      <w:bCs/>
      <w:i/>
      <w:iCs/>
      <w:color w:val="000000"/>
      <w:sz w:val="20"/>
      <w:szCs w:val="20"/>
    </w:rPr>
  </w:style>
  <w:style w:type="character" w:customStyle="1" w:styleId="fontstyle21">
    <w:name w:val="fontstyle21"/>
    <w:qFormat/>
    <w:rsid w:val="00B752F1"/>
    <w:rPr>
      <w:rFonts w:ascii="Cambria-Bold" w:hAnsi="Cambria-Bold" w:hint="default"/>
      <w:b/>
      <w:bCs/>
      <w:color w:val="000000"/>
      <w:sz w:val="30"/>
      <w:szCs w:val="30"/>
    </w:rPr>
  </w:style>
  <w:style w:type="paragraph" w:customStyle="1" w:styleId="J06B-Table-Contents-Justify">
    <w:name w:val="J06B-Table-Contents-Justify"/>
    <w:qFormat/>
    <w:rsid w:val="00B752F1"/>
    <w:pPr>
      <w:jc w:val="both"/>
    </w:pPr>
    <w:rPr>
      <w:rFonts w:ascii="STIX Two Text" w:eastAsia="STIX Two Text" w:hAnsi="STIX Two Text" w:cs="STIX Two Text"/>
      <w:szCs w:val="24"/>
      <w:lang w:val="en-GB" w:eastAsia="en-US"/>
    </w:rPr>
  </w:style>
  <w:style w:type="paragraph" w:customStyle="1" w:styleId="J10-pageFooter">
    <w:name w:val="J10-page Footer"/>
    <w:basedOn w:val="af"/>
    <w:qFormat/>
    <w:rsid w:val="00B752F1"/>
    <w:pPr>
      <w:tabs>
        <w:tab w:val="clear" w:pos="4153"/>
        <w:tab w:val="clear" w:pos="8306"/>
        <w:tab w:val="center" w:pos="4320"/>
        <w:tab w:val="right" w:pos="8640"/>
      </w:tabs>
      <w:snapToGrid/>
      <w:ind w:firstLine="360"/>
      <w:jc w:val="center"/>
    </w:pPr>
    <w:rPr>
      <w:rFonts w:ascii="STIX Two Text" w:eastAsia="STIX Two Text" w:hAnsi="STIX Two Text" w:cs="Arial"/>
      <w:kern w:val="0"/>
      <w:szCs w:val="18"/>
      <w:lang w:eastAsia="en-US"/>
    </w:rPr>
  </w:style>
  <w:style w:type="paragraph" w:customStyle="1" w:styleId="01">
    <w:name w:val="01 标题 （中文）"/>
    <w:basedOn w:val="a"/>
    <w:qFormat/>
    <w:rsid w:val="00A35EB9"/>
    <w:pPr>
      <w:snapToGrid w:val="0"/>
      <w:spacing w:before="480" w:after="360" w:line="500" w:lineRule="exact"/>
      <w:jc w:val="center"/>
    </w:pPr>
    <w:rPr>
      <w:rFonts w:ascii="Source Han Serif SC VF" w:eastAsia="Source Han Serif SC VF" w:hAnsi="Source Han Serif SC VF"/>
      <w:b/>
      <w:color w:val="000000"/>
      <w:sz w:val="44"/>
      <w:szCs w:val="44"/>
    </w:rPr>
  </w:style>
  <w:style w:type="paragraph" w:customStyle="1" w:styleId="02a">
    <w:name w:val="02a 作者(中文)"/>
    <w:basedOn w:val="a"/>
    <w:qFormat/>
    <w:rsid w:val="00A35EB9"/>
    <w:pPr>
      <w:snapToGrid w:val="0"/>
      <w:spacing w:line="400" w:lineRule="exact"/>
      <w:jc w:val="center"/>
    </w:pPr>
    <w:rPr>
      <w:rFonts w:ascii="Noto Serif" w:eastAsia="Source Han Sans CN VF Normal" w:hAnsi="Noto Serif"/>
      <w:sz w:val="28"/>
      <w:szCs w:val="28"/>
    </w:rPr>
  </w:style>
  <w:style w:type="paragraph" w:customStyle="1" w:styleId="03">
    <w:name w:val="03 单位（中文）"/>
    <w:basedOn w:val="a"/>
    <w:qFormat/>
    <w:rsid w:val="00A35EB9"/>
    <w:pPr>
      <w:spacing w:afterLines="50" w:after="156" w:line="400" w:lineRule="exact"/>
      <w:jc w:val="center"/>
    </w:pPr>
    <w:rPr>
      <w:rFonts w:ascii="Source Han Sans CN VF Normal" w:eastAsia="Source Han Sans CN VF Normal" w:hAnsi="Source Han Sans CN VF Normal"/>
      <w:szCs w:val="21"/>
    </w:rPr>
  </w:style>
  <w:style w:type="paragraph" w:customStyle="1" w:styleId="04a">
    <w:name w:val="04a 摘要（中文）"/>
    <w:basedOn w:val="04b"/>
    <w:qFormat/>
    <w:rsid w:val="00A35EB9"/>
    <w:pPr>
      <w:spacing w:line="280" w:lineRule="exact"/>
      <w:ind w:firstLineChars="0" w:firstLine="0"/>
    </w:pPr>
    <w:rPr>
      <w:rFonts w:ascii="Source Han Serif SC VF" w:hAnsi="Source Han Serif SC VF"/>
    </w:rPr>
  </w:style>
  <w:style w:type="paragraph" w:customStyle="1" w:styleId="04b">
    <w:name w:val="04b 摘要内容（中文）"/>
    <w:basedOn w:val="a"/>
    <w:qFormat/>
    <w:rsid w:val="008D1FD0"/>
    <w:pPr>
      <w:snapToGrid w:val="0"/>
      <w:spacing w:line="460" w:lineRule="exact"/>
      <w:ind w:firstLineChars="200" w:firstLine="360"/>
    </w:pPr>
    <w:rPr>
      <w:rFonts w:ascii="思源宋体 CN" w:eastAsia="Source Han Serif SC VF" w:hAnsi="Source Han Sans CN VF Normal" w:cs="STIX Two Text Medium"/>
      <w:sz w:val="18"/>
      <w:szCs w:val="18"/>
    </w:rPr>
  </w:style>
  <w:style w:type="paragraph" w:customStyle="1" w:styleId="05a">
    <w:name w:val="05a 关键词"/>
    <w:basedOn w:val="a"/>
    <w:qFormat/>
    <w:rsid w:val="006F5921"/>
    <w:pPr>
      <w:snapToGrid w:val="0"/>
      <w:spacing w:line="460" w:lineRule="exact"/>
    </w:pPr>
    <w:rPr>
      <w:rFonts w:ascii="Source Han Sans CN VF Normal" w:eastAsia="Source Han Sans CN VF Normal" w:hAnsi="Source Han Sans CN VF Normal"/>
      <w:color w:val="000000"/>
      <w:sz w:val="18"/>
      <w:szCs w:val="18"/>
    </w:rPr>
  </w:style>
  <w:style w:type="paragraph" w:customStyle="1" w:styleId="05b">
    <w:name w:val="05b 关键词内容（中文）"/>
    <w:basedOn w:val="05a"/>
    <w:qFormat/>
    <w:rsid w:val="00A35EB9"/>
    <w:pPr>
      <w:spacing w:line="280" w:lineRule="exact"/>
    </w:pPr>
    <w:rPr>
      <w:rFonts w:ascii="Source Han Serif SC VF" w:eastAsia="Source Han Serif SC VF" w:hAnsi="Source Han Serif SC VF"/>
    </w:rPr>
  </w:style>
  <w:style w:type="paragraph" w:customStyle="1" w:styleId="06a">
    <w:name w:val="06a引言"/>
    <w:basedOn w:val="a"/>
    <w:qFormat/>
    <w:rsid w:val="008D1FD0"/>
    <w:pPr>
      <w:snapToGrid w:val="0"/>
      <w:spacing w:before="120" w:after="60" w:line="360" w:lineRule="auto"/>
    </w:pPr>
    <w:rPr>
      <w:rFonts w:ascii="思源宋体 CN" w:eastAsia="Source Han Serif SC VF" w:hAnsi="宋体"/>
      <w:b/>
      <w:color w:val="000000"/>
      <w:sz w:val="28"/>
      <w:szCs w:val="28"/>
    </w:rPr>
  </w:style>
  <w:style w:type="paragraph" w:customStyle="1" w:styleId="06b">
    <w:name w:val="06b 引言内容"/>
    <w:basedOn w:val="a"/>
    <w:qFormat/>
    <w:rsid w:val="00315A3C"/>
    <w:pPr>
      <w:snapToGrid w:val="0"/>
      <w:spacing w:line="280" w:lineRule="exact"/>
      <w:ind w:firstLineChars="200" w:firstLine="420"/>
    </w:pPr>
    <w:rPr>
      <w:rFonts w:ascii="Noto Serif" w:eastAsia="Source Han Serif SC VF" w:hAnsi="Noto Serif"/>
      <w:color w:val="000000"/>
      <w:szCs w:val="21"/>
    </w:rPr>
  </w:style>
  <w:style w:type="paragraph" w:customStyle="1" w:styleId="07d">
    <w:name w:val="07d 正文"/>
    <w:basedOn w:val="a"/>
    <w:qFormat/>
    <w:rsid w:val="00315A3C"/>
    <w:pPr>
      <w:snapToGrid w:val="0"/>
      <w:spacing w:line="280" w:lineRule="exact"/>
      <w:ind w:firstLineChars="200" w:firstLine="420"/>
    </w:pPr>
    <w:rPr>
      <w:rFonts w:ascii="Noto Serif" w:eastAsia="Source Han Serif SC VF" w:hAnsi="Noto Serif" w:cs="宋体"/>
      <w:color w:val="000000"/>
      <w:szCs w:val="21"/>
    </w:rPr>
  </w:style>
  <w:style w:type="paragraph" w:customStyle="1" w:styleId="07a">
    <w:name w:val="07a 一级标题"/>
    <w:basedOn w:val="a"/>
    <w:qFormat/>
    <w:rsid w:val="008D1FD0"/>
    <w:pPr>
      <w:numPr>
        <w:numId w:val="7"/>
      </w:numPr>
      <w:snapToGrid w:val="0"/>
      <w:spacing w:before="240" w:after="120" w:line="460" w:lineRule="exact"/>
      <w:outlineLvl w:val="0"/>
    </w:pPr>
    <w:rPr>
      <w:rFonts w:ascii="思源宋体 CN" w:eastAsia="Source Han Serif SC VF" w:hAnsi="宋体"/>
      <w:b/>
      <w:color w:val="000000"/>
      <w:sz w:val="28"/>
      <w:szCs w:val="28"/>
    </w:rPr>
  </w:style>
  <w:style w:type="paragraph" w:customStyle="1" w:styleId="07b">
    <w:name w:val="07b 二级标题"/>
    <w:basedOn w:val="a"/>
    <w:qFormat/>
    <w:rsid w:val="008D1FD0"/>
    <w:pPr>
      <w:numPr>
        <w:ilvl w:val="1"/>
        <w:numId w:val="7"/>
      </w:numPr>
      <w:snapToGrid w:val="0"/>
      <w:spacing w:before="200" w:after="100" w:line="460" w:lineRule="exact"/>
      <w:ind w:left="0" w:firstLineChars="200" w:firstLine="200"/>
      <w:outlineLvl w:val="1"/>
    </w:pPr>
    <w:rPr>
      <w:rFonts w:ascii="思源宋体 CN" w:eastAsia="Source Han Serif SC VF" w:hAnsi="宋体"/>
      <w:b/>
      <w:szCs w:val="21"/>
    </w:rPr>
  </w:style>
  <w:style w:type="paragraph" w:customStyle="1" w:styleId="07c">
    <w:name w:val="07c 三级标题"/>
    <w:basedOn w:val="07b"/>
    <w:qFormat/>
    <w:rsid w:val="008D1FD0"/>
    <w:pPr>
      <w:numPr>
        <w:ilvl w:val="2"/>
      </w:numPr>
      <w:spacing w:before="120" w:after="60"/>
      <w:ind w:left="0" w:firstLine="200"/>
    </w:pPr>
    <w:rPr>
      <w:b w:val="0"/>
      <w:bCs/>
    </w:rPr>
  </w:style>
  <w:style w:type="paragraph" w:customStyle="1" w:styleId="08a">
    <w:name w:val="08a 图题"/>
    <w:basedOn w:val="ae"/>
    <w:qFormat/>
    <w:rsid w:val="008D1FD0"/>
    <w:pPr>
      <w:spacing w:line="360" w:lineRule="auto"/>
      <w:ind w:left="0" w:firstLineChars="49" w:firstLine="88"/>
      <w:jc w:val="center"/>
    </w:pPr>
    <w:rPr>
      <w:rFonts w:ascii="Source Han Sans CN VF Normal" w:eastAsia="Source Han Serif SC VF" w:hAnsi="Source Han Sans CN VF Normal"/>
      <w:iCs/>
      <w:sz w:val="18"/>
      <w:szCs w:val="18"/>
    </w:rPr>
  </w:style>
  <w:style w:type="paragraph" w:customStyle="1" w:styleId="08b">
    <w:name w:val="08b 表题"/>
    <w:basedOn w:val="ae"/>
    <w:qFormat/>
    <w:rsid w:val="008D1FD0"/>
    <w:pPr>
      <w:spacing w:line="360" w:lineRule="auto"/>
      <w:ind w:left="0" w:firstLineChars="49" w:firstLine="88"/>
      <w:jc w:val="center"/>
    </w:pPr>
    <w:rPr>
      <w:rFonts w:ascii="Source Han Sans CN VF Normal" w:eastAsia="Source Han Serif SC VF" w:hAnsi="Source Han Sans CN VF Normal"/>
      <w:iCs/>
      <w:sz w:val="18"/>
      <w:szCs w:val="18"/>
    </w:rPr>
  </w:style>
  <w:style w:type="paragraph" w:customStyle="1" w:styleId="09a">
    <w:name w:val="09a 参考文献"/>
    <w:basedOn w:val="a"/>
    <w:qFormat/>
    <w:rsid w:val="00780AFE"/>
    <w:pPr>
      <w:snapToGrid w:val="0"/>
      <w:spacing w:line="280" w:lineRule="exact"/>
    </w:pPr>
    <w:rPr>
      <w:rFonts w:ascii="Source Han Serif SC VF" w:eastAsia="Source Han Serif SC VF" w:hAnsi="Source Han Serif SC VF"/>
      <w:b/>
      <w:color w:val="000000"/>
      <w:szCs w:val="21"/>
    </w:rPr>
  </w:style>
  <w:style w:type="paragraph" w:customStyle="1" w:styleId="09b">
    <w:name w:val="09b参考文献内容"/>
    <w:basedOn w:val="a"/>
    <w:qFormat/>
    <w:rsid w:val="00780AFE"/>
    <w:pPr>
      <w:snapToGrid w:val="0"/>
      <w:spacing w:line="280" w:lineRule="exact"/>
    </w:pPr>
    <w:rPr>
      <w:rFonts w:ascii="Noto Serif" w:eastAsia="Source Han Serif SC VF" w:hAnsi="Noto Serif"/>
      <w:color w:val="000000"/>
      <w:sz w:val="18"/>
      <w:szCs w:val="18"/>
    </w:rPr>
  </w:style>
  <w:style w:type="numbering" w:styleId="111111">
    <w:name w:val="Outline List 2"/>
    <w:basedOn w:val="a2"/>
    <w:uiPriority w:val="99"/>
    <w:semiHidden/>
    <w:unhideWhenUsed/>
    <w:rsid w:val="00AB5C70"/>
    <w:pPr>
      <w:numPr>
        <w:numId w:val="4"/>
      </w:numPr>
    </w:pPr>
  </w:style>
  <w:style w:type="paragraph" w:customStyle="1" w:styleId="23Table-Contents-Justify">
    <w:name w:val="23 Table-Contents-Justify"/>
    <w:qFormat/>
    <w:rsid w:val="00AE7CDB"/>
    <w:pPr>
      <w:jc w:val="both"/>
    </w:pPr>
    <w:rPr>
      <w:rFonts w:ascii="Times New Roman" w:eastAsia="MS Mincho" w:hAnsi="Times New Roman" w:cs="Arial"/>
      <w:szCs w:val="24"/>
      <w:lang w:val="en-GB" w:eastAsia="en-US"/>
    </w:rPr>
  </w:style>
  <w:style w:type="paragraph" w:customStyle="1" w:styleId="01b">
    <w:name w:val="01b 标题（英文）"/>
    <w:basedOn w:val="a"/>
    <w:qFormat/>
    <w:rsid w:val="00A35EB9"/>
    <w:pPr>
      <w:snapToGrid w:val="0"/>
      <w:spacing w:before="480" w:after="360" w:line="500" w:lineRule="exact"/>
      <w:jc w:val="center"/>
    </w:pPr>
    <w:rPr>
      <w:rFonts w:ascii="Noto Serif" w:hAnsi="Noto Serif" w:cs="Noto Serif"/>
      <w:b/>
      <w:bCs/>
      <w:sz w:val="32"/>
      <w:szCs w:val="32"/>
    </w:rPr>
  </w:style>
  <w:style w:type="paragraph" w:customStyle="1" w:styleId="04aa">
    <w:name w:val="04aa 摘要（英文）"/>
    <w:basedOn w:val="a"/>
    <w:qFormat/>
    <w:rsid w:val="00AE7CDB"/>
    <w:pPr>
      <w:snapToGrid w:val="0"/>
      <w:spacing w:line="460" w:lineRule="exact"/>
      <w:ind w:firstLineChars="200" w:firstLine="367"/>
    </w:pPr>
    <w:rPr>
      <w:rFonts w:ascii="Noto Serif" w:hAnsi="Noto Serif" w:cs="Noto Serif"/>
      <w:sz w:val="18"/>
      <w:szCs w:val="18"/>
    </w:rPr>
  </w:style>
  <w:style w:type="paragraph" w:customStyle="1" w:styleId="04bb">
    <w:name w:val="04bb 摘要内容（英文）"/>
    <w:basedOn w:val="a"/>
    <w:qFormat/>
    <w:rsid w:val="006F5921"/>
    <w:pPr>
      <w:snapToGrid w:val="0"/>
      <w:spacing w:line="460" w:lineRule="exact"/>
    </w:pPr>
    <w:rPr>
      <w:rFonts w:ascii="Noto Serif" w:hAnsi="Noto Serif" w:cs="Noto Serif"/>
      <w:sz w:val="18"/>
      <w:szCs w:val="18"/>
    </w:rPr>
  </w:style>
  <w:style w:type="paragraph" w:customStyle="1" w:styleId="05aa">
    <w:name w:val="05aa 关键词（英文）"/>
    <w:basedOn w:val="04bb"/>
    <w:qFormat/>
    <w:rsid w:val="006F5921"/>
  </w:style>
  <w:style w:type="paragraph" w:customStyle="1" w:styleId="05bb">
    <w:name w:val="05bb 关键词内容（英文）"/>
    <w:basedOn w:val="23Table-Contents-Justify"/>
    <w:qFormat/>
    <w:rsid w:val="00AE7CDB"/>
    <w:pPr>
      <w:snapToGrid w:val="0"/>
      <w:spacing w:line="460" w:lineRule="exact"/>
      <w:ind w:firstLineChars="200" w:firstLine="367"/>
    </w:pPr>
    <w:rPr>
      <w:rFonts w:ascii="Noto Serif" w:hAnsi="Noto Serif" w:cs="Noto Serif"/>
      <w:sz w:val="18"/>
      <w:szCs w:val="18"/>
    </w:rPr>
  </w:style>
  <w:style w:type="paragraph" w:customStyle="1" w:styleId="02b">
    <w:name w:val="02b 作者（英文）"/>
    <w:basedOn w:val="a"/>
    <w:qFormat/>
    <w:rsid w:val="00A35EB9"/>
    <w:pPr>
      <w:snapToGrid w:val="0"/>
      <w:spacing w:line="280" w:lineRule="exact"/>
      <w:jc w:val="center"/>
    </w:pPr>
    <w:rPr>
      <w:rFonts w:ascii="Noto Serif" w:hAnsi="Noto Serif" w:cs="Noto Serif"/>
      <w:sz w:val="24"/>
    </w:rPr>
  </w:style>
  <w:style w:type="character" w:styleId="af7">
    <w:name w:val="FollowedHyperlink"/>
    <w:uiPriority w:val="99"/>
    <w:semiHidden/>
    <w:unhideWhenUsed/>
    <w:rsid w:val="0014252A"/>
    <w:rPr>
      <w:color w:val="96607D"/>
      <w:u w:val="single"/>
    </w:rPr>
  </w:style>
  <w:style w:type="character" w:styleId="af8">
    <w:name w:val="Unresolved Mention"/>
    <w:uiPriority w:val="99"/>
    <w:semiHidden/>
    <w:unhideWhenUsed/>
    <w:rsid w:val="0014252A"/>
    <w:rPr>
      <w:color w:val="605E5C"/>
      <w:shd w:val="clear" w:color="auto" w:fill="E1DFDD"/>
    </w:rPr>
  </w:style>
  <w:style w:type="character" w:customStyle="1" w:styleId="em">
    <w:name w:val="em"/>
    <w:basedOn w:val="a0"/>
    <w:qFormat/>
    <w:rsid w:val="0014252A"/>
  </w:style>
  <w:style w:type="paragraph" w:customStyle="1" w:styleId="030">
    <w:name w:val="03 单位（英文）"/>
    <w:basedOn w:val="a"/>
    <w:qFormat/>
    <w:rsid w:val="00A35EB9"/>
    <w:pPr>
      <w:snapToGrid w:val="0"/>
      <w:spacing w:afterLines="50" w:after="156" w:line="280" w:lineRule="exact"/>
      <w:jc w:val="center"/>
    </w:pPr>
    <w:rPr>
      <w:rFonts w:ascii="Noto Serif" w:hAnsi="Noto Serif" w:cs="Noto Seri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314511">
      <w:bodyDiv w:val="1"/>
      <w:marLeft w:val="0"/>
      <w:marRight w:val="0"/>
      <w:marTop w:val="0"/>
      <w:marBottom w:val="0"/>
      <w:divBdr>
        <w:top w:val="none" w:sz="0" w:space="0" w:color="auto"/>
        <w:left w:val="none" w:sz="0" w:space="0" w:color="auto"/>
        <w:bottom w:val="none" w:sz="0" w:space="0" w:color="auto"/>
        <w:right w:val="none" w:sz="0" w:space="0" w:color="auto"/>
      </w:divBdr>
    </w:div>
    <w:div w:id="298341615">
      <w:bodyDiv w:val="1"/>
      <w:marLeft w:val="0"/>
      <w:marRight w:val="0"/>
      <w:marTop w:val="0"/>
      <w:marBottom w:val="0"/>
      <w:divBdr>
        <w:top w:val="none" w:sz="0" w:space="0" w:color="auto"/>
        <w:left w:val="none" w:sz="0" w:space="0" w:color="auto"/>
        <w:bottom w:val="none" w:sz="0" w:space="0" w:color="auto"/>
        <w:right w:val="none" w:sz="0" w:space="0" w:color="auto"/>
      </w:divBdr>
    </w:div>
    <w:div w:id="2035300395">
      <w:bodyDiv w:val="1"/>
      <w:marLeft w:val="0"/>
      <w:marRight w:val="0"/>
      <w:marTop w:val="0"/>
      <w:marBottom w:val="0"/>
      <w:divBdr>
        <w:top w:val="none" w:sz="0" w:space="0" w:color="auto"/>
        <w:left w:val="none" w:sz="0" w:space="0" w:color="auto"/>
        <w:bottom w:val="none" w:sz="0" w:space="0" w:color="auto"/>
        <w:right w:val="none" w:sz="0" w:space="0" w:color="auto"/>
      </w:divBdr>
    </w:div>
    <w:div w:id="2074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opao/Desktop/template/&#25945;&#32946;&#19982;&#25945;&#27861;/2&#12289;&#12298;&#25945;&#32946;&#19982;&#25945;&#27861;&#12299;&#21311;&#21517;&#31295;&#20214;-&#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2、《教育与教法》匿名稿件-模板.dotx</Template>
  <TotalTime>0</TotalTime>
  <Pages>2</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Paopao</dc:creator>
  <cp:keywords/>
  <dc:description/>
  <cp:lastModifiedBy>Gui Jun</cp:lastModifiedBy>
  <cp:revision>1</cp:revision>
  <cp:lastPrinted>2025-05-12T12:45:00Z</cp:lastPrinted>
  <dcterms:created xsi:type="dcterms:W3CDTF">2025-06-10T07:37:00Z</dcterms:created>
  <dcterms:modified xsi:type="dcterms:W3CDTF">2025-06-10T07:37:00Z</dcterms:modified>
</cp:coreProperties>
</file>